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0" w:type="auto"/>
        <w:tblLook w:val="00A0"/>
      </w:tblPr>
      <w:tblGrid>
        <w:gridCol w:w="4260"/>
      </w:tblGrid>
      <w:tr w:rsidR="00DA5BAC" w:rsidRPr="00B44ECA">
        <w:trPr>
          <w:trHeight w:val="2554"/>
        </w:trPr>
        <w:tc>
          <w:tcPr>
            <w:tcW w:w="4260" w:type="dxa"/>
          </w:tcPr>
          <w:p w:rsidR="00DA5BAC" w:rsidRPr="00B44ECA" w:rsidRDefault="00DA5BAC" w:rsidP="00380FEC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A5BAC" w:rsidRPr="00B44ECA" w:rsidRDefault="00DA5BAC" w:rsidP="00380FEC">
      <w:pPr>
        <w:pStyle w:val="ConsPlusNormal"/>
        <w:jc w:val="right"/>
        <w:outlineLvl w:val="1"/>
        <w:rPr>
          <w:rFonts w:ascii="PT Astra Serif" w:hAnsi="PT Astra Serif" w:cs="PT Astra Serif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44ECA">
        <w:rPr>
          <w:rFonts w:ascii="PT Astra Serif" w:hAnsi="PT Astra Serif" w:cs="PT Astra Serif"/>
          <w:sz w:val="24"/>
          <w:szCs w:val="24"/>
        </w:rPr>
        <w:t>Приложение № 3</w:t>
      </w:r>
    </w:p>
    <w:p w:rsidR="00DA5BAC" w:rsidRPr="00170DC3" w:rsidRDefault="00DA5BAC" w:rsidP="00380FEC">
      <w:pPr>
        <w:pStyle w:val="ConsPlusNormal"/>
        <w:tabs>
          <w:tab w:val="left" w:pos="163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44ECA">
        <w:rPr>
          <w:rFonts w:ascii="PT Astra Serif" w:hAnsi="PT Astra Serif" w:cs="PT Astra Serif"/>
          <w:sz w:val="24"/>
          <w:szCs w:val="24"/>
        </w:rPr>
        <w:t xml:space="preserve">к Порядку учета бюджетных и денежных обязательств получателей средств бюджета </w:t>
      </w:r>
      <w:r>
        <w:rPr>
          <w:rFonts w:ascii="PT Astra Serif" w:hAnsi="PT Astra Serif" w:cs="PT Astra Serif"/>
          <w:sz w:val="24"/>
          <w:szCs w:val="24"/>
        </w:rPr>
        <w:t>муниципального образования город Ефремов</w:t>
      </w:r>
      <w:r w:rsidRPr="00B44ECA">
        <w:rPr>
          <w:rFonts w:ascii="PT Astra Serif" w:hAnsi="PT Astra Serif" w:cs="PT Astra Serif"/>
          <w:sz w:val="24"/>
          <w:szCs w:val="24"/>
        </w:rPr>
        <w:t xml:space="preserve"> и санкционирования оплаты денежных обязательств получателей средств бюджета </w:t>
      </w:r>
      <w:r>
        <w:rPr>
          <w:rFonts w:ascii="PT Astra Serif" w:hAnsi="PT Astra Serif" w:cs="PT Astra Serif"/>
          <w:sz w:val="24"/>
          <w:szCs w:val="24"/>
        </w:rPr>
        <w:t>муниципального образования город Ефремов</w:t>
      </w:r>
      <w:r w:rsidRPr="00B44ECA">
        <w:rPr>
          <w:rFonts w:ascii="PT Astra Serif" w:hAnsi="PT Astra Serif" w:cs="PT Astra Serif"/>
          <w:sz w:val="24"/>
          <w:szCs w:val="24"/>
        </w:rPr>
        <w:t xml:space="preserve"> и администраторов источников финансирования дефицита бюджета </w:t>
      </w:r>
      <w:r>
        <w:rPr>
          <w:rFonts w:ascii="PT Astra Serif" w:hAnsi="PT Astra Serif" w:cs="PT Astra Serif"/>
          <w:sz w:val="24"/>
          <w:szCs w:val="24"/>
        </w:rPr>
        <w:t>муниципального образования город Ефремов</w:t>
      </w: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DA5BAC" w:rsidRPr="00170DC3" w:rsidRDefault="00DA5BAC" w:rsidP="00BB7906">
      <w:pPr>
        <w:pStyle w:val="ConsPlusTitle"/>
        <w:jc w:val="center"/>
        <w:rPr>
          <w:rFonts w:ascii="PT Astra Serif" w:hAnsi="PT Astra Serif" w:cs="PT Astra Serif"/>
          <w:sz w:val="28"/>
          <w:szCs w:val="28"/>
        </w:rPr>
      </w:pPr>
      <w:r w:rsidRPr="00170DC3">
        <w:rPr>
          <w:rFonts w:ascii="PT Astra Serif" w:hAnsi="PT Astra Serif" w:cs="PT Astra Serif"/>
          <w:sz w:val="28"/>
          <w:szCs w:val="28"/>
        </w:rPr>
        <w:t xml:space="preserve">Перечень документов, на основании которых возникают </w:t>
      </w:r>
    </w:p>
    <w:p w:rsidR="00DA5BAC" w:rsidRPr="00170DC3" w:rsidRDefault="00DA5BAC" w:rsidP="00BB7906">
      <w:pPr>
        <w:pStyle w:val="ConsPlusTitle"/>
        <w:jc w:val="center"/>
        <w:rPr>
          <w:rFonts w:ascii="PT Astra Serif" w:hAnsi="PT Astra Serif" w:cs="PT Astra Serif"/>
          <w:sz w:val="28"/>
          <w:szCs w:val="28"/>
        </w:rPr>
      </w:pPr>
      <w:r w:rsidRPr="00170DC3">
        <w:rPr>
          <w:rFonts w:ascii="PT Astra Serif" w:hAnsi="PT Astra Serif" w:cs="PT Astra Serif"/>
          <w:sz w:val="28"/>
          <w:szCs w:val="28"/>
        </w:rPr>
        <w:t>бюджетные обязательства получателей бюджетных средств, и документов, подтверждающих возникновение денежных обязательств получателей бюджетных средств</w:t>
      </w:r>
    </w:p>
    <w:p w:rsidR="00DA5BAC" w:rsidRPr="00170DC3" w:rsidRDefault="00DA5BAC" w:rsidP="00BB7906">
      <w:pPr>
        <w:pStyle w:val="ConsPlusTitle"/>
        <w:jc w:val="center"/>
        <w:rPr>
          <w:rFonts w:ascii="PT Astra Serif" w:hAnsi="PT Astra Serif" w:cs="PT Astra Serif"/>
          <w:sz w:val="28"/>
          <w:szCs w:val="28"/>
        </w:rPr>
      </w:pPr>
    </w:p>
    <w:tbl>
      <w:tblPr>
        <w:tblW w:w="0" w:type="auto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798"/>
        <w:gridCol w:w="4678"/>
      </w:tblGrid>
      <w:tr w:rsidR="00DA5BAC" w:rsidRPr="00B44ECA">
        <w:tc>
          <w:tcPr>
            <w:tcW w:w="567" w:type="dxa"/>
          </w:tcPr>
          <w:p w:rsidR="00DA5BAC" w:rsidRPr="00170DC3" w:rsidRDefault="00DA5BAC" w:rsidP="006605C9">
            <w:pPr>
              <w:pStyle w:val="ConsPlusNormal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170DC3">
              <w:rPr>
                <w:rFonts w:ascii="PT Astra Serif" w:hAnsi="PT Astra Serif" w:cs="PT Astra Serif"/>
                <w:sz w:val="28"/>
                <w:szCs w:val="28"/>
              </w:rPr>
              <w:t>№ п/п</w:t>
            </w:r>
          </w:p>
        </w:tc>
        <w:tc>
          <w:tcPr>
            <w:tcW w:w="3798" w:type="dxa"/>
          </w:tcPr>
          <w:p w:rsidR="00DA5BAC" w:rsidRPr="00170DC3" w:rsidRDefault="00DA5BAC" w:rsidP="00BB7906">
            <w:pPr>
              <w:pStyle w:val="ConsPlusNormal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170DC3">
              <w:rPr>
                <w:rFonts w:ascii="PT Astra Serif" w:hAnsi="PT Astra Serif" w:cs="PT Astra Serif"/>
                <w:sz w:val="28"/>
                <w:szCs w:val="28"/>
              </w:rPr>
              <w:t>Документ, на основании которого возникает бюджетное обязательство получателя бюджетных средств</w:t>
            </w:r>
          </w:p>
        </w:tc>
        <w:tc>
          <w:tcPr>
            <w:tcW w:w="4678" w:type="dxa"/>
          </w:tcPr>
          <w:p w:rsidR="00DA5BAC" w:rsidRPr="00170DC3" w:rsidRDefault="00DA5BAC" w:rsidP="00BB7906">
            <w:pPr>
              <w:pStyle w:val="ConsPlusNormal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170DC3">
              <w:rPr>
                <w:rFonts w:ascii="PT Astra Serif" w:hAnsi="PT Astra Serif" w:cs="PT Astra Serif"/>
                <w:sz w:val="28"/>
                <w:szCs w:val="28"/>
              </w:rPr>
              <w:t>Документ, подтверждающий возникновение денежного обязательства получателя бюджетных средств</w:t>
            </w:r>
          </w:p>
        </w:tc>
      </w:tr>
      <w:tr w:rsidR="00DA5BAC" w:rsidRPr="00B44ECA">
        <w:tc>
          <w:tcPr>
            <w:tcW w:w="567" w:type="dxa"/>
          </w:tcPr>
          <w:p w:rsidR="00DA5BAC" w:rsidRPr="00170DC3" w:rsidRDefault="00DA5BAC" w:rsidP="006605C9">
            <w:pPr>
              <w:pStyle w:val="ConsPlusNormal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170DC3">
              <w:rPr>
                <w:rFonts w:ascii="PT Astra Serif" w:hAnsi="PT Astra Serif" w:cs="PT Astra Serif"/>
                <w:sz w:val="28"/>
                <w:szCs w:val="28"/>
              </w:rPr>
              <w:t>1</w:t>
            </w:r>
          </w:p>
        </w:tc>
        <w:tc>
          <w:tcPr>
            <w:tcW w:w="3798" w:type="dxa"/>
          </w:tcPr>
          <w:p w:rsidR="00DA5BAC" w:rsidRPr="00170DC3" w:rsidRDefault="00DA5BAC" w:rsidP="006605C9">
            <w:pPr>
              <w:pStyle w:val="ConsPlusNormal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bookmarkStart w:id="0" w:name="P748"/>
            <w:bookmarkEnd w:id="0"/>
            <w:r w:rsidRPr="00170DC3">
              <w:rPr>
                <w:rFonts w:ascii="PT Astra Serif" w:hAnsi="PT Astra Serif" w:cs="PT Astra Serif"/>
                <w:sz w:val="28"/>
                <w:szCs w:val="28"/>
              </w:rPr>
              <w:t>2</w:t>
            </w:r>
          </w:p>
        </w:tc>
        <w:tc>
          <w:tcPr>
            <w:tcW w:w="4678" w:type="dxa"/>
          </w:tcPr>
          <w:p w:rsidR="00DA5BAC" w:rsidRPr="00170DC3" w:rsidRDefault="00DA5BAC" w:rsidP="006605C9">
            <w:pPr>
              <w:pStyle w:val="ConsPlusNormal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bookmarkStart w:id="1" w:name="P749"/>
            <w:bookmarkEnd w:id="1"/>
            <w:r w:rsidRPr="00170DC3">
              <w:rPr>
                <w:rFonts w:ascii="PT Astra Serif" w:hAnsi="PT Astra Serif" w:cs="PT Astra Serif"/>
                <w:sz w:val="28"/>
                <w:szCs w:val="28"/>
              </w:rPr>
              <w:t>3</w:t>
            </w:r>
          </w:p>
        </w:tc>
      </w:tr>
      <w:tr w:rsidR="00DA5BAC" w:rsidRPr="00B44ECA">
        <w:tc>
          <w:tcPr>
            <w:tcW w:w="567" w:type="dxa"/>
            <w:vMerge w:val="restart"/>
          </w:tcPr>
          <w:p w:rsidR="00DA5BAC" w:rsidRPr="00170DC3" w:rsidRDefault="00DA5BAC" w:rsidP="006605C9">
            <w:pPr>
              <w:pStyle w:val="ConsPlusNormal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bookmarkStart w:id="2" w:name="P750"/>
            <w:bookmarkEnd w:id="2"/>
            <w:r w:rsidRPr="00170DC3">
              <w:rPr>
                <w:rFonts w:ascii="PT Astra Serif" w:hAnsi="PT Astra Serif" w:cs="PT Astra Serif"/>
                <w:sz w:val="28"/>
                <w:szCs w:val="28"/>
              </w:rPr>
              <w:t>1</w:t>
            </w:r>
          </w:p>
        </w:tc>
        <w:tc>
          <w:tcPr>
            <w:tcW w:w="3798" w:type="dxa"/>
            <w:vMerge w:val="restart"/>
          </w:tcPr>
          <w:p w:rsidR="00DA5BAC" w:rsidRPr="00170DC3" w:rsidRDefault="00DA5BAC" w:rsidP="00CA3C48">
            <w:pPr>
              <w:pStyle w:val="ConsPlusNormal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К</w:t>
            </w:r>
            <w:r w:rsidRPr="00170DC3">
              <w:rPr>
                <w:rFonts w:ascii="PT Astra Serif" w:hAnsi="PT Astra Serif" w:cs="PT Astra Serif"/>
                <w:sz w:val="28"/>
                <w:szCs w:val="28"/>
              </w:rPr>
              <w:t>онтракт (договор) на поставку товаров, выполнение работ, оказание услуг для обеспечения государственных нужд, сведения о котором подлежат включению в определенный законодательством о контрактной системе Российской Федерации в сфере закупок товаров, работ, услуг для обеспечения государственных и муниципальных нужд реестр контрактов, заключенных заказчиками (далее -  контракт)</w:t>
            </w:r>
          </w:p>
        </w:tc>
        <w:tc>
          <w:tcPr>
            <w:tcW w:w="4678" w:type="dxa"/>
          </w:tcPr>
          <w:p w:rsidR="00DA5BAC" w:rsidRPr="00170DC3" w:rsidRDefault="00DA5BAC" w:rsidP="006605C9">
            <w:pPr>
              <w:pStyle w:val="ConsPlusNormal"/>
              <w:rPr>
                <w:rFonts w:ascii="PT Astra Serif" w:hAnsi="PT Astra Serif" w:cs="PT Astra Serif"/>
                <w:sz w:val="28"/>
                <w:szCs w:val="28"/>
              </w:rPr>
            </w:pPr>
            <w:r w:rsidRPr="00170DC3">
              <w:rPr>
                <w:rFonts w:ascii="PT Astra Serif" w:hAnsi="PT Astra Serif" w:cs="PT Astra Serif"/>
                <w:sz w:val="28"/>
                <w:szCs w:val="28"/>
              </w:rPr>
              <w:t>Акт выполненных работ</w:t>
            </w:r>
          </w:p>
        </w:tc>
      </w:tr>
      <w:tr w:rsidR="00DA5BAC" w:rsidRPr="00B44ECA">
        <w:tc>
          <w:tcPr>
            <w:tcW w:w="567" w:type="dxa"/>
            <w:vMerge/>
          </w:tcPr>
          <w:p w:rsidR="00DA5BAC" w:rsidRPr="00B44ECA" w:rsidRDefault="00DA5BAC" w:rsidP="006605C9">
            <w:pPr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3798" w:type="dxa"/>
            <w:vMerge/>
          </w:tcPr>
          <w:p w:rsidR="00DA5BAC" w:rsidRPr="00B44ECA" w:rsidRDefault="00DA5BAC" w:rsidP="006605C9">
            <w:pPr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4678" w:type="dxa"/>
          </w:tcPr>
          <w:p w:rsidR="00DA5BAC" w:rsidRPr="00170DC3" w:rsidRDefault="00DA5BAC" w:rsidP="006605C9">
            <w:pPr>
              <w:pStyle w:val="ConsPlusNormal"/>
              <w:rPr>
                <w:rFonts w:ascii="PT Astra Serif" w:hAnsi="PT Astra Serif" w:cs="PT Astra Serif"/>
                <w:sz w:val="28"/>
                <w:szCs w:val="28"/>
              </w:rPr>
            </w:pPr>
            <w:r w:rsidRPr="00170DC3">
              <w:rPr>
                <w:rFonts w:ascii="PT Astra Serif" w:hAnsi="PT Astra Serif" w:cs="PT Astra Serif"/>
                <w:sz w:val="28"/>
                <w:szCs w:val="28"/>
              </w:rPr>
              <w:t>Акт об оказании услуг</w:t>
            </w:r>
          </w:p>
        </w:tc>
      </w:tr>
      <w:tr w:rsidR="00DA5BAC" w:rsidRPr="00B44ECA">
        <w:tc>
          <w:tcPr>
            <w:tcW w:w="567" w:type="dxa"/>
            <w:vMerge/>
          </w:tcPr>
          <w:p w:rsidR="00DA5BAC" w:rsidRPr="00B44ECA" w:rsidRDefault="00DA5BAC" w:rsidP="006605C9">
            <w:pPr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3798" w:type="dxa"/>
            <w:vMerge/>
          </w:tcPr>
          <w:p w:rsidR="00DA5BAC" w:rsidRPr="00B44ECA" w:rsidRDefault="00DA5BAC" w:rsidP="006605C9">
            <w:pPr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4678" w:type="dxa"/>
          </w:tcPr>
          <w:p w:rsidR="00DA5BAC" w:rsidRPr="00170DC3" w:rsidRDefault="00DA5BAC" w:rsidP="006605C9">
            <w:pPr>
              <w:pStyle w:val="ConsPlusNormal"/>
              <w:rPr>
                <w:rFonts w:ascii="PT Astra Serif" w:hAnsi="PT Astra Serif" w:cs="PT Astra Serif"/>
                <w:sz w:val="28"/>
                <w:szCs w:val="28"/>
              </w:rPr>
            </w:pPr>
            <w:r w:rsidRPr="00170DC3">
              <w:rPr>
                <w:rFonts w:ascii="PT Astra Serif" w:hAnsi="PT Astra Serif" w:cs="PT Astra Serif"/>
                <w:sz w:val="28"/>
                <w:szCs w:val="28"/>
              </w:rPr>
              <w:t>Акт приема-передачи</w:t>
            </w:r>
          </w:p>
        </w:tc>
      </w:tr>
      <w:tr w:rsidR="00DA5BAC" w:rsidRPr="00B44ECA">
        <w:tc>
          <w:tcPr>
            <w:tcW w:w="567" w:type="dxa"/>
            <w:vMerge/>
          </w:tcPr>
          <w:p w:rsidR="00DA5BAC" w:rsidRPr="00B44ECA" w:rsidRDefault="00DA5BAC" w:rsidP="006605C9">
            <w:pPr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3798" w:type="dxa"/>
            <w:vMerge/>
          </w:tcPr>
          <w:p w:rsidR="00DA5BAC" w:rsidRPr="00B44ECA" w:rsidRDefault="00DA5BAC" w:rsidP="006605C9">
            <w:pPr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4678" w:type="dxa"/>
          </w:tcPr>
          <w:p w:rsidR="00DA5BAC" w:rsidRPr="00170DC3" w:rsidRDefault="00DA5BAC" w:rsidP="006605C9">
            <w:pPr>
              <w:pStyle w:val="ConsPlusNormal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К</w:t>
            </w:r>
            <w:r w:rsidRPr="00170DC3">
              <w:rPr>
                <w:rFonts w:ascii="PT Astra Serif" w:hAnsi="PT Astra Serif" w:cs="PT Astra Serif"/>
                <w:sz w:val="28"/>
                <w:szCs w:val="28"/>
              </w:rPr>
              <w:t>онтракт (в случае осуществления авансовых платежей в соответствии с условиями контракта, внесение арендной платы по контракту)</w:t>
            </w:r>
          </w:p>
        </w:tc>
      </w:tr>
      <w:tr w:rsidR="00DA5BAC" w:rsidRPr="00B44ECA">
        <w:tc>
          <w:tcPr>
            <w:tcW w:w="567" w:type="dxa"/>
            <w:vMerge/>
          </w:tcPr>
          <w:p w:rsidR="00DA5BAC" w:rsidRPr="00B44ECA" w:rsidRDefault="00DA5BAC" w:rsidP="006605C9">
            <w:pPr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3798" w:type="dxa"/>
            <w:vMerge/>
          </w:tcPr>
          <w:p w:rsidR="00DA5BAC" w:rsidRPr="00B44ECA" w:rsidRDefault="00DA5BAC" w:rsidP="006605C9">
            <w:pPr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4678" w:type="dxa"/>
          </w:tcPr>
          <w:p w:rsidR="00DA5BAC" w:rsidRPr="00170DC3" w:rsidRDefault="00DA5BAC" w:rsidP="006605C9">
            <w:pPr>
              <w:pStyle w:val="ConsPlusNormal"/>
              <w:rPr>
                <w:rFonts w:ascii="PT Astra Serif" w:hAnsi="PT Astra Serif" w:cs="PT Astra Serif"/>
                <w:sz w:val="28"/>
                <w:szCs w:val="28"/>
              </w:rPr>
            </w:pPr>
            <w:r w:rsidRPr="00170DC3">
              <w:rPr>
                <w:rFonts w:ascii="PT Astra Serif" w:hAnsi="PT Astra Serif" w:cs="PT Astra Serif"/>
                <w:sz w:val="28"/>
                <w:szCs w:val="28"/>
              </w:rPr>
              <w:t>Справка-расчет или иной документ, являющийся основанием для оплаты неустойки</w:t>
            </w:r>
          </w:p>
        </w:tc>
      </w:tr>
      <w:tr w:rsidR="00DA5BAC" w:rsidRPr="00B44ECA">
        <w:tc>
          <w:tcPr>
            <w:tcW w:w="567" w:type="dxa"/>
            <w:vMerge/>
          </w:tcPr>
          <w:p w:rsidR="00DA5BAC" w:rsidRPr="00B44ECA" w:rsidRDefault="00DA5BAC" w:rsidP="006605C9">
            <w:pPr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3798" w:type="dxa"/>
            <w:vMerge/>
          </w:tcPr>
          <w:p w:rsidR="00DA5BAC" w:rsidRPr="00B44ECA" w:rsidRDefault="00DA5BAC" w:rsidP="006605C9">
            <w:pPr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4678" w:type="dxa"/>
          </w:tcPr>
          <w:p w:rsidR="00DA5BAC" w:rsidRPr="00170DC3" w:rsidRDefault="00DA5BAC" w:rsidP="006605C9">
            <w:pPr>
              <w:pStyle w:val="ConsPlusNormal"/>
              <w:rPr>
                <w:rFonts w:ascii="PT Astra Serif" w:hAnsi="PT Astra Serif" w:cs="PT Astra Serif"/>
                <w:sz w:val="28"/>
                <w:szCs w:val="28"/>
              </w:rPr>
            </w:pPr>
            <w:r w:rsidRPr="00170DC3">
              <w:rPr>
                <w:rFonts w:ascii="PT Astra Serif" w:hAnsi="PT Astra Serif" w:cs="PT Astra Serif"/>
                <w:sz w:val="28"/>
                <w:szCs w:val="28"/>
              </w:rPr>
              <w:t>Счет</w:t>
            </w:r>
          </w:p>
        </w:tc>
      </w:tr>
      <w:tr w:rsidR="00DA5BAC" w:rsidRPr="00B44ECA">
        <w:tc>
          <w:tcPr>
            <w:tcW w:w="567" w:type="dxa"/>
            <w:vMerge/>
          </w:tcPr>
          <w:p w:rsidR="00DA5BAC" w:rsidRPr="00B44ECA" w:rsidRDefault="00DA5BAC" w:rsidP="006605C9">
            <w:pPr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3798" w:type="dxa"/>
            <w:vMerge/>
          </w:tcPr>
          <w:p w:rsidR="00DA5BAC" w:rsidRPr="00B44ECA" w:rsidRDefault="00DA5BAC" w:rsidP="006605C9">
            <w:pPr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4678" w:type="dxa"/>
          </w:tcPr>
          <w:p w:rsidR="00DA5BAC" w:rsidRPr="00170DC3" w:rsidRDefault="00DA5BAC" w:rsidP="006605C9">
            <w:pPr>
              <w:pStyle w:val="ConsPlusNormal"/>
              <w:rPr>
                <w:rFonts w:ascii="PT Astra Serif" w:hAnsi="PT Astra Serif" w:cs="PT Astra Serif"/>
                <w:sz w:val="28"/>
                <w:szCs w:val="28"/>
              </w:rPr>
            </w:pPr>
            <w:r w:rsidRPr="00170DC3">
              <w:rPr>
                <w:rFonts w:ascii="PT Astra Serif" w:hAnsi="PT Astra Serif" w:cs="PT Astra Serif"/>
                <w:sz w:val="28"/>
                <w:szCs w:val="28"/>
              </w:rPr>
              <w:t>Счет-фактура</w:t>
            </w:r>
          </w:p>
        </w:tc>
      </w:tr>
      <w:tr w:rsidR="00DA5BAC" w:rsidRPr="00B44ECA">
        <w:tc>
          <w:tcPr>
            <w:tcW w:w="567" w:type="dxa"/>
            <w:vMerge/>
          </w:tcPr>
          <w:p w:rsidR="00DA5BAC" w:rsidRPr="00B44ECA" w:rsidRDefault="00DA5BAC" w:rsidP="006605C9">
            <w:pPr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3798" w:type="dxa"/>
            <w:vMerge/>
          </w:tcPr>
          <w:p w:rsidR="00DA5BAC" w:rsidRPr="00B44ECA" w:rsidRDefault="00DA5BAC" w:rsidP="006605C9">
            <w:pPr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4678" w:type="dxa"/>
          </w:tcPr>
          <w:p w:rsidR="00DA5BAC" w:rsidRPr="00170DC3" w:rsidRDefault="00DA5BAC" w:rsidP="00BB7906">
            <w:pPr>
              <w:pStyle w:val="ConsPlusNormal"/>
              <w:rPr>
                <w:rFonts w:ascii="PT Astra Serif" w:hAnsi="PT Astra Serif" w:cs="PT Astra Serif"/>
                <w:sz w:val="28"/>
                <w:szCs w:val="28"/>
              </w:rPr>
            </w:pPr>
            <w:hyperlink r:id="rId4" w:history="1">
              <w:r w:rsidRPr="00170DC3">
                <w:rPr>
                  <w:rFonts w:ascii="PT Astra Serif" w:hAnsi="PT Astra Serif" w:cs="PT Astra Serif"/>
                  <w:sz w:val="28"/>
                  <w:szCs w:val="28"/>
                </w:rPr>
                <w:t>Товарная накладная</w:t>
              </w:r>
            </w:hyperlink>
            <w:r w:rsidRPr="00170DC3">
              <w:rPr>
                <w:rFonts w:ascii="PT Astra Serif" w:hAnsi="PT Astra Serif" w:cs="PT Astra Serif"/>
                <w:sz w:val="28"/>
                <w:szCs w:val="28"/>
              </w:rPr>
              <w:t xml:space="preserve"> (унифицированная форма </w:t>
            </w:r>
          </w:p>
          <w:p w:rsidR="00DA5BAC" w:rsidRPr="00170DC3" w:rsidRDefault="00DA5BAC" w:rsidP="00417105">
            <w:pPr>
              <w:pStyle w:val="ConsPlusNormal"/>
              <w:rPr>
                <w:rFonts w:ascii="PT Astra Serif" w:hAnsi="PT Astra Serif" w:cs="PT Astra Serif"/>
                <w:sz w:val="28"/>
                <w:szCs w:val="28"/>
              </w:rPr>
            </w:pPr>
            <w:r w:rsidRPr="00170DC3">
              <w:rPr>
                <w:rFonts w:ascii="PT Astra Serif" w:hAnsi="PT Astra Serif" w:cs="PT Astra Serif"/>
                <w:sz w:val="28"/>
                <w:szCs w:val="28"/>
              </w:rPr>
              <w:t>№ ТОРГ-12) (ф. 0330212)</w:t>
            </w:r>
          </w:p>
        </w:tc>
      </w:tr>
      <w:tr w:rsidR="00DA5BAC" w:rsidRPr="00B44ECA">
        <w:tc>
          <w:tcPr>
            <w:tcW w:w="567" w:type="dxa"/>
            <w:vMerge/>
          </w:tcPr>
          <w:p w:rsidR="00DA5BAC" w:rsidRPr="00B44ECA" w:rsidRDefault="00DA5BAC" w:rsidP="006605C9">
            <w:pPr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3798" w:type="dxa"/>
            <w:vMerge/>
          </w:tcPr>
          <w:p w:rsidR="00DA5BAC" w:rsidRPr="00B44ECA" w:rsidRDefault="00DA5BAC" w:rsidP="006605C9">
            <w:pPr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4678" w:type="dxa"/>
          </w:tcPr>
          <w:p w:rsidR="00DA5BAC" w:rsidRPr="00170DC3" w:rsidRDefault="00DA5BAC" w:rsidP="006605C9">
            <w:pPr>
              <w:pStyle w:val="ConsPlusNormal"/>
              <w:rPr>
                <w:rFonts w:ascii="PT Astra Serif" w:hAnsi="PT Astra Serif" w:cs="PT Astra Serif"/>
                <w:sz w:val="28"/>
                <w:szCs w:val="28"/>
              </w:rPr>
            </w:pPr>
            <w:r w:rsidRPr="00170DC3">
              <w:rPr>
                <w:rFonts w:ascii="PT Astra Serif" w:hAnsi="PT Astra Serif" w:cs="PT Astra Serif"/>
                <w:sz w:val="28"/>
                <w:szCs w:val="28"/>
              </w:rPr>
              <w:t>Универсальный передаточный документ</w:t>
            </w:r>
          </w:p>
        </w:tc>
      </w:tr>
      <w:tr w:rsidR="00DA5BAC" w:rsidRPr="00B44ECA">
        <w:tc>
          <w:tcPr>
            <w:tcW w:w="567" w:type="dxa"/>
            <w:vMerge/>
          </w:tcPr>
          <w:p w:rsidR="00DA5BAC" w:rsidRPr="00B44ECA" w:rsidRDefault="00DA5BAC" w:rsidP="006605C9">
            <w:pPr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3798" w:type="dxa"/>
            <w:vMerge/>
          </w:tcPr>
          <w:p w:rsidR="00DA5BAC" w:rsidRPr="00B44ECA" w:rsidRDefault="00DA5BAC" w:rsidP="006605C9">
            <w:pPr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4678" w:type="dxa"/>
          </w:tcPr>
          <w:p w:rsidR="00DA5BAC" w:rsidRPr="00170DC3" w:rsidRDefault="00DA5BAC" w:rsidP="00417105">
            <w:pPr>
              <w:pStyle w:val="ConsPlusNormal"/>
              <w:rPr>
                <w:rFonts w:ascii="PT Astra Serif" w:hAnsi="PT Astra Serif" w:cs="PT Astra Serif"/>
                <w:sz w:val="28"/>
                <w:szCs w:val="28"/>
              </w:rPr>
            </w:pPr>
            <w:r w:rsidRPr="00170DC3">
              <w:rPr>
                <w:rFonts w:ascii="PT Astra Serif" w:hAnsi="PT Astra Serif" w:cs="PT Astra Serif"/>
                <w:sz w:val="28"/>
                <w:szCs w:val="28"/>
              </w:rPr>
              <w:t>Иной документ, подтверждающий возникновение денежного обязательства получателя бюджетных средств (далее - иной документ, подтверждающий возникновение денежного обязательства) по бюджетному обязательству получателя бюджетных средств, возникшему на основании контракта</w:t>
            </w:r>
          </w:p>
        </w:tc>
      </w:tr>
      <w:tr w:rsidR="00DA5BAC" w:rsidRPr="00B44ECA">
        <w:tc>
          <w:tcPr>
            <w:tcW w:w="567" w:type="dxa"/>
            <w:vMerge w:val="restart"/>
          </w:tcPr>
          <w:p w:rsidR="00DA5BAC" w:rsidRPr="00170DC3" w:rsidRDefault="00DA5BAC" w:rsidP="006605C9">
            <w:pPr>
              <w:pStyle w:val="ConsPlusNormal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170DC3">
              <w:rPr>
                <w:rFonts w:ascii="PT Astra Serif" w:hAnsi="PT Astra Serif" w:cs="PT Astra Serif"/>
                <w:sz w:val="28"/>
                <w:szCs w:val="28"/>
              </w:rPr>
              <w:t>2</w:t>
            </w:r>
          </w:p>
        </w:tc>
        <w:tc>
          <w:tcPr>
            <w:tcW w:w="3798" w:type="dxa"/>
            <w:vMerge w:val="restart"/>
          </w:tcPr>
          <w:p w:rsidR="00DA5BAC" w:rsidRPr="00170DC3" w:rsidRDefault="00DA5BAC" w:rsidP="00F53BE1">
            <w:pPr>
              <w:pStyle w:val="ConsPlusNormal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К</w:t>
            </w:r>
            <w:r w:rsidRPr="00170DC3">
              <w:rPr>
                <w:rFonts w:ascii="PT Astra Serif" w:hAnsi="PT Astra Serif" w:cs="PT Astra Serif"/>
                <w:sz w:val="28"/>
                <w:szCs w:val="28"/>
              </w:rPr>
              <w:t xml:space="preserve">онтракт (договор) на поставку товаров, выполнение работ, оказание услуг, сведения о котором не подлежат включению в реестр контрактов в соответствии с законодательством Российской Федерации о контрактной системе в сфере закупок товаров, работ, услуг для обеспечения государственных нужд (далее - договор), за исключением договоров, указанных в </w:t>
            </w:r>
            <w:r>
              <w:rPr>
                <w:rFonts w:ascii="PT Astra Serif" w:hAnsi="PT Astra Serif" w:cs="PT Astra Serif"/>
                <w:sz w:val="28"/>
                <w:szCs w:val="28"/>
              </w:rPr>
              <w:t xml:space="preserve">8 </w:t>
            </w:r>
            <w:r w:rsidRPr="00170DC3">
              <w:rPr>
                <w:rFonts w:ascii="PT Astra Serif" w:hAnsi="PT Astra Serif" w:cs="PT Astra Serif"/>
                <w:sz w:val="28"/>
                <w:szCs w:val="28"/>
              </w:rPr>
              <w:t>настоящего перечня</w:t>
            </w:r>
          </w:p>
        </w:tc>
        <w:tc>
          <w:tcPr>
            <w:tcW w:w="4678" w:type="dxa"/>
          </w:tcPr>
          <w:p w:rsidR="00DA5BAC" w:rsidRPr="00170DC3" w:rsidRDefault="00DA5BAC" w:rsidP="006605C9">
            <w:pPr>
              <w:pStyle w:val="ConsPlusNormal"/>
              <w:rPr>
                <w:rFonts w:ascii="PT Astra Serif" w:hAnsi="PT Astra Serif" w:cs="PT Astra Serif"/>
                <w:sz w:val="28"/>
                <w:szCs w:val="28"/>
              </w:rPr>
            </w:pPr>
            <w:r w:rsidRPr="00170DC3">
              <w:rPr>
                <w:rFonts w:ascii="PT Astra Serif" w:hAnsi="PT Astra Serif" w:cs="PT Astra Serif"/>
                <w:sz w:val="28"/>
                <w:szCs w:val="28"/>
              </w:rPr>
              <w:t>Акт выполненных работ</w:t>
            </w:r>
          </w:p>
        </w:tc>
      </w:tr>
      <w:tr w:rsidR="00DA5BAC" w:rsidRPr="00B44ECA">
        <w:tc>
          <w:tcPr>
            <w:tcW w:w="567" w:type="dxa"/>
            <w:vMerge/>
          </w:tcPr>
          <w:p w:rsidR="00DA5BAC" w:rsidRPr="00B44ECA" w:rsidRDefault="00DA5BAC" w:rsidP="006605C9">
            <w:pPr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3798" w:type="dxa"/>
            <w:vMerge/>
          </w:tcPr>
          <w:p w:rsidR="00DA5BAC" w:rsidRPr="00B44ECA" w:rsidRDefault="00DA5BAC" w:rsidP="006605C9">
            <w:pPr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4678" w:type="dxa"/>
          </w:tcPr>
          <w:p w:rsidR="00DA5BAC" w:rsidRPr="00170DC3" w:rsidRDefault="00DA5BAC" w:rsidP="006605C9">
            <w:pPr>
              <w:pStyle w:val="ConsPlusNormal"/>
              <w:rPr>
                <w:rFonts w:ascii="PT Astra Serif" w:hAnsi="PT Astra Serif" w:cs="PT Astra Serif"/>
                <w:sz w:val="28"/>
                <w:szCs w:val="28"/>
              </w:rPr>
            </w:pPr>
            <w:r w:rsidRPr="00170DC3">
              <w:rPr>
                <w:rFonts w:ascii="PT Astra Serif" w:hAnsi="PT Astra Serif" w:cs="PT Astra Serif"/>
                <w:sz w:val="28"/>
                <w:szCs w:val="28"/>
              </w:rPr>
              <w:t>Акт об оказании услуг</w:t>
            </w:r>
          </w:p>
        </w:tc>
      </w:tr>
      <w:tr w:rsidR="00DA5BAC" w:rsidRPr="00B44ECA">
        <w:tc>
          <w:tcPr>
            <w:tcW w:w="567" w:type="dxa"/>
            <w:vMerge/>
          </w:tcPr>
          <w:p w:rsidR="00DA5BAC" w:rsidRPr="00B44ECA" w:rsidRDefault="00DA5BAC" w:rsidP="006605C9">
            <w:pPr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3798" w:type="dxa"/>
            <w:vMerge/>
          </w:tcPr>
          <w:p w:rsidR="00DA5BAC" w:rsidRPr="00B44ECA" w:rsidRDefault="00DA5BAC" w:rsidP="006605C9">
            <w:pPr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4678" w:type="dxa"/>
          </w:tcPr>
          <w:p w:rsidR="00DA5BAC" w:rsidRPr="00170DC3" w:rsidRDefault="00DA5BAC" w:rsidP="006605C9">
            <w:pPr>
              <w:pStyle w:val="ConsPlusNormal"/>
              <w:rPr>
                <w:rFonts w:ascii="PT Astra Serif" w:hAnsi="PT Astra Serif" w:cs="PT Astra Serif"/>
                <w:sz w:val="28"/>
                <w:szCs w:val="28"/>
              </w:rPr>
            </w:pPr>
            <w:r w:rsidRPr="00170DC3">
              <w:rPr>
                <w:rFonts w:ascii="PT Astra Serif" w:hAnsi="PT Astra Serif" w:cs="PT Astra Serif"/>
                <w:sz w:val="28"/>
                <w:szCs w:val="28"/>
              </w:rPr>
              <w:t>Акт приема-передачи</w:t>
            </w:r>
          </w:p>
        </w:tc>
      </w:tr>
      <w:tr w:rsidR="00DA5BAC" w:rsidRPr="00B44ECA">
        <w:tc>
          <w:tcPr>
            <w:tcW w:w="567" w:type="dxa"/>
            <w:vMerge/>
          </w:tcPr>
          <w:p w:rsidR="00DA5BAC" w:rsidRPr="00B44ECA" w:rsidRDefault="00DA5BAC" w:rsidP="006605C9">
            <w:pPr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3798" w:type="dxa"/>
            <w:vMerge/>
          </w:tcPr>
          <w:p w:rsidR="00DA5BAC" w:rsidRPr="00B44ECA" w:rsidRDefault="00DA5BAC" w:rsidP="006605C9">
            <w:pPr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4678" w:type="dxa"/>
          </w:tcPr>
          <w:p w:rsidR="00DA5BAC" w:rsidRPr="00170DC3" w:rsidRDefault="00DA5BAC" w:rsidP="006605C9">
            <w:pPr>
              <w:pStyle w:val="ConsPlusNormal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Контракт(д</w:t>
            </w:r>
            <w:r w:rsidRPr="00170DC3">
              <w:rPr>
                <w:rFonts w:ascii="PT Astra Serif" w:hAnsi="PT Astra Serif" w:cs="PT Astra Serif"/>
                <w:sz w:val="28"/>
                <w:szCs w:val="28"/>
              </w:rPr>
              <w:t>оговор</w:t>
            </w:r>
            <w:r>
              <w:rPr>
                <w:rFonts w:ascii="PT Astra Serif" w:hAnsi="PT Astra Serif" w:cs="PT Astra Serif"/>
                <w:sz w:val="28"/>
                <w:szCs w:val="28"/>
              </w:rPr>
              <w:t>)</w:t>
            </w:r>
            <w:r w:rsidRPr="00170DC3">
              <w:rPr>
                <w:rFonts w:ascii="PT Astra Serif" w:hAnsi="PT Astra Serif" w:cs="PT Astra Serif"/>
                <w:sz w:val="28"/>
                <w:szCs w:val="28"/>
              </w:rPr>
              <w:t xml:space="preserve"> (в случае осуществления авансовых платежей в соответствии с условиями </w:t>
            </w:r>
            <w:r>
              <w:rPr>
                <w:rFonts w:ascii="PT Astra Serif" w:hAnsi="PT Astra Serif" w:cs="PT Astra Serif"/>
                <w:sz w:val="28"/>
                <w:szCs w:val="28"/>
              </w:rPr>
              <w:t>контракта(</w:t>
            </w:r>
            <w:r w:rsidRPr="00170DC3">
              <w:rPr>
                <w:rFonts w:ascii="PT Astra Serif" w:hAnsi="PT Astra Serif" w:cs="PT Astra Serif"/>
                <w:sz w:val="28"/>
                <w:szCs w:val="28"/>
              </w:rPr>
              <w:t>договора</w:t>
            </w:r>
            <w:r>
              <w:rPr>
                <w:rFonts w:ascii="PT Astra Serif" w:hAnsi="PT Astra Serif" w:cs="PT Astra Serif"/>
                <w:sz w:val="28"/>
                <w:szCs w:val="28"/>
              </w:rPr>
              <w:t>)</w:t>
            </w:r>
            <w:r w:rsidRPr="00170DC3">
              <w:rPr>
                <w:rFonts w:ascii="PT Astra Serif" w:hAnsi="PT Astra Serif" w:cs="PT Astra Serif"/>
                <w:sz w:val="28"/>
                <w:szCs w:val="28"/>
              </w:rPr>
              <w:t xml:space="preserve">, внесения арендной платы по </w:t>
            </w:r>
            <w:r>
              <w:rPr>
                <w:rFonts w:ascii="PT Astra Serif" w:hAnsi="PT Astra Serif" w:cs="PT Astra Serif"/>
                <w:sz w:val="28"/>
                <w:szCs w:val="28"/>
              </w:rPr>
              <w:t>контракту(</w:t>
            </w:r>
            <w:r w:rsidRPr="00170DC3">
              <w:rPr>
                <w:rFonts w:ascii="PT Astra Serif" w:hAnsi="PT Astra Serif" w:cs="PT Astra Serif"/>
                <w:sz w:val="28"/>
                <w:szCs w:val="28"/>
              </w:rPr>
              <w:t>договору)</w:t>
            </w:r>
            <w:r>
              <w:rPr>
                <w:rFonts w:ascii="PT Astra Serif" w:hAnsi="PT Astra Serif" w:cs="PT Astra Serif"/>
                <w:sz w:val="28"/>
                <w:szCs w:val="28"/>
              </w:rPr>
              <w:t>)</w:t>
            </w:r>
          </w:p>
        </w:tc>
      </w:tr>
      <w:tr w:rsidR="00DA5BAC" w:rsidRPr="00B44ECA">
        <w:tc>
          <w:tcPr>
            <w:tcW w:w="567" w:type="dxa"/>
            <w:vMerge/>
          </w:tcPr>
          <w:p w:rsidR="00DA5BAC" w:rsidRPr="00B44ECA" w:rsidRDefault="00DA5BAC" w:rsidP="006605C9">
            <w:pPr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3798" w:type="dxa"/>
            <w:vMerge/>
          </w:tcPr>
          <w:p w:rsidR="00DA5BAC" w:rsidRPr="00B44ECA" w:rsidRDefault="00DA5BAC" w:rsidP="006605C9">
            <w:pPr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4678" w:type="dxa"/>
          </w:tcPr>
          <w:p w:rsidR="00DA5BAC" w:rsidRPr="00170DC3" w:rsidRDefault="00DA5BAC" w:rsidP="006605C9">
            <w:pPr>
              <w:pStyle w:val="ConsPlusNormal"/>
              <w:rPr>
                <w:rFonts w:ascii="PT Astra Serif" w:hAnsi="PT Astra Serif" w:cs="PT Astra Serif"/>
                <w:sz w:val="28"/>
                <w:szCs w:val="28"/>
              </w:rPr>
            </w:pPr>
            <w:r w:rsidRPr="00170DC3">
              <w:rPr>
                <w:rFonts w:ascii="PT Astra Serif" w:hAnsi="PT Astra Serif" w:cs="PT Astra Serif"/>
                <w:sz w:val="28"/>
                <w:szCs w:val="28"/>
              </w:rPr>
              <w:t>Справка-расчет или иной документ, являющийся основанием для оплаты неустойки</w:t>
            </w:r>
          </w:p>
        </w:tc>
      </w:tr>
      <w:tr w:rsidR="00DA5BAC" w:rsidRPr="00B44ECA">
        <w:tc>
          <w:tcPr>
            <w:tcW w:w="567" w:type="dxa"/>
            <w:vMerge/>
          </w:tcPr>
          <w:p w:rsidR="00DA5BAC" w:rsidRPr="00B44ECA" w:rsidRDefault="00DA5BAC" w:rsidP="006605C9">
            <w:pPr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3798" w:type="dxa"/>
            <w:vMerge/>
          </w:tcPr>
          <w:p w:rsidR="00DA5BAC" w:rsidRPr="00B44ECA" w:rsidRDefault="00DA5BAC" w:rsidP="006605C9">
            <w:pPr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4678" w:type="dxa"/>
          </w:tcPr>
          <w:p w:rsidR="00DA5BAC" w:rsidRPr="00170DC3" w:rsidRDefault="00DA5BAC" w:rsidP="006605C9">
            <w:pPr>
              <w:pStyle w:val="ConsPlusNormal"/>
              <w:rPr>
                <w:rFonts w:ascii="PT Astra Serif" w:hAnsi="PT Astra Serif" w:cs="PT Astra Serif"/>
                <w:sz w:val="28"/>
                <w:szCs w:val="28"/>
              </w:rPr>
            </w:pPr>
            <w:r w:rsidRPr="00170DC3">
              <w:rPr>
                <w:rFonts w:ascii="PT Astra Serif" w:hAnsi="PT Astra Serif" w:cs="PT Astra Serif"/>
                <w:sz w:val="28"/>
                <w:szCs w:val="28"/>
              </w:rPr>
              <w:t>Счет</w:t>
            </w:r>
          </w:p>
        </w:tc>
      </w:tr>
      <w:tr w:rsidR="00DA5BAC" w:rsidRPr="00B44ECA">
        <w:tc>
          <w:tcPr>
            <w:tcW w:w="567" w:type="dxa"/>
            <w:vMerge/>
          </w:tcPr>
          <w:p w:rsidR="00DA5BAC" w:rsidRPr="00B44ECA" w:rsidRDefault="00DA5BAC" w:rsidP="006605C9">
            <w:pPr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3798" w:type="dxa"/>
            <w:vMerge/>
          </w:tcPr>
          <w:p w:rsidR="00DA5BAC" w:rsidRPr="00B44ECA" w:rsidRDefault="00DA5BAC" w:rsidP="006605C9">
            <w:pPr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4678" w:type="dxa"/>
          </w:tcPr>
          <w:p w:rsidR="00DA5BAC" w:rsidRPr="00170DC3" w:rsidRDefault="00DA5BAC" w:rsidP="006605C9">
            <w:pPr>
              <w:pStyle w:val="ConsPlusNormal"/>
              <w:rPr>
                <w:rFonts w:ascii="PT Astra Serif" w:hAnsi="PT Astra Serif" w:cs="PT Astra Serif"/>
                <w:sz w:val="28"/>
                <w:szCs w:val="28"/>
              </w:rPr>
            </w:pPr>
            <w:r w:rsidRPr="00170DC3">
              <w:rPr>
                <w:rFonts w:ascii="PT Astra Serif" w:hAnsi="PT Astra Serif" w:cs="PT Astra Serif"/>
                <w:sz w:val="28"/>
                <w:szCs w:val="28"/>
              </w:rPr>
              <w:t>Счет-фактура</w:t>
            </w:r>
          </w:p>
        </w:tc>
      </w:tr>
      <w:tr w:rsidR="00DA5BAC" w:rsidRPr="00B44ECA">
        <w:tc>
          <w:tcPr>
            <w:tcW w:w="567" w:type="dxa"/>
            <w:vMerge/>
          </w:tcPr>
          <w:p w:rsidR="00DA5BAC" w:rsidRPr="00B44ECA" w:rsidRDefault="00DA5BAC" w:rsidP="006605C9">
            <w:pPr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3798" w:type="dxa"/>
            <w:vMerge/>
          </w:tcPr>
          <w:p w:rsidR="00DA5BAC" w:rsidRPr="00B44ECA" w:rsidRDefault="00DA5BAC" w:rsidP="006605C9">
            <w:pPr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4678" w:type="dxa"/>
          </w:tcPr>
          <w:p w:rsidR="00DA5BAC" w:rsidRPr="00170DC3" w:rsidRDefault="00DA5BAC" w:rsidP="00F53BE1">
            <w:pPr>
              <w:pStyle w:val="ConsPlusNormal"/>
              <w:rPr>
                <w:rFonts w:ascii="PT Astra Serif" w:hAnsi="PT Astra Serif" w:cs="PT Astra Serif"/>
                <w:sz w:val="28"/>
                <w:szCs w:val="28"/>
              </w:rPr>
            </w:pPr>
            <w:hyperlink r:id="rId5" w:history="1">
              <w:r w:rsidRPr="00170DC3">
                <w:rPr>
                  <w:rFonts w:ascii="PT Astra Serif" w:hAnsi="PT Astra Serif" w:cs="PT Astra Serif"/>
                  <w:sz w:val="28"/>
                  <w:szCs w:val="28"/>
                </w:rPr>
                <w:t>Товарная накладная</w:t>
              </w:r>
            </w:hyperlink>
            <w:r w:rsidRPr="00170DC3">
              <w:rPr>
                <w:rFonts w:ascii="PT Astra Serif" w:hAnsi="PT Astra Serif" w:cs="PT Astra Serif"/>
                <w:sz w:val="28"/>
                <w:szCs w:val="28"/>
              </w:rPr>
              <w:t xml:space="preserve"> (унифицированная форма </w:t>
            </w:r>
          </w:p>
          <w:p w:rsidR="00DA5BAC" w:rsidRPr="00170DC3" w:rsidRDefault="00DA5BAC" w:rsidP="00F53BE1">
            <w:pPr>
              <w:pStyle w:val="ConsPlusNormal"/>
              <w:rPr>
                <w:rFonts w:ascii="PT Astra Serif" w:hAnsi="PT Astra Serif" w:cs="PT Astra Serif"/>
                <w:sz w:val="28"/>
                <w:szCs w:val="28"/>
              </w:rPr>
            </w:pPr>
            <w:r w:rsidRPr="00170DC3">
              <w:rPr>
                <w:rFonts w:ascii="PT Astra Serif" w:hAnsi="PT Astra Serif" w:cs="PT Astra Serif"/>
                <w:sz w:val="28"/>
                <w:szCs w:val="28"/>
              </w:rPr>
              <w:t>№ ТОРГ-12) (ф. 0330212)</w:t>
            </w:r>
          </w:p>
        </w:tc>
      </w:tr>
      <w:tr w:rsidR="00DA5BAC" w:rsidRPr="00B44ECA">
        <w:tc>
          <w:tcPr>
            <w:tcW w:w="567" w:type="dxa"/>
            <w:vMerge/>
          </w:tcPr>
          <w:p w:rsidR="00DA5BAC" w:rsidRPr="00B44ECA" w:rsidRDefault="00DA5BAC" w:rsidP="006605C9">
            <w:pPr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3798" w:type="dxa"/>
            <w:vMerge/>
          </w:tcPr>
          <w:p w:rsidR="00DA5BAC" w:rsidRPr="00B44ECA" w:rsidRDefault="00DA5BAC" w:rsidP="006605C9">
            <w:pPr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4678" w:type="dxa"/>
          </w:tcPr>
          <w:p w:rsidR="00DA5BAC" w:rsidRPr="00170DC3" w:rsidRDefault="00DA5BAC" w:rsidP="006605C9">
            <w:pPr>
              <w:pStyle w:val="ConsPlusNormal"/>
              <w:rPr>
                <w:rFonts w:ascii="PT Astra Serif" w:hAnsi="PT Astra Serif" w:cs="PT Astra Serif"/>
                <w:sz w:val="28"/>
                <w:szCs w:val="28"/>
              </w:rPr>
            </w:pPr>
            <w:r w:rsidRPr="00170DC3">
              <w:rPr>
                <w:rFonts w:ascii="PT Astra Serif" w:hAnsi="PT Astra Serif" w:cs="PT Astra Serif"/>
                <w:sz w:val="28"/>
                <w:szCs w:val="28"/>
              </w:rPr>
              <w:t>Универсальный передаточный документ</w:t>
            </w:r>
          </w:p>
        </w:tc>
      </w:tr>
      <w:tr w:rsidR="00DA5BAC" w:rsidRPr="00B44ECA">
        <w:tc>
          <w:tcPr>
            <w:tcW w:w="567" w:type="dxa"/>
            <w:vMerge/>
          </w:tcPr>
          <w:p w:rsidR="00DA5BAC" w:rsidRPr="00B44ECA" w:rsidRDefault="00DA5BAC" w:rsidP="006605C9">
            <w:pPr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3798" w:type="dxa"/>
            <w:vMerge/>
          </w:tcPr>
          <w:p w:rsidR="00DA5BAC" w:rsidRPr="00B44ECA" w:rsidRDefault="00DA5BAC" w:rsidP="006605C9">
            <w:pPr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4678" w:type="dxa"/>
          </w:tcPr>
          <w:p w:rsidR="00DA5BAC" w:rsidRPr="00170DC3" w:rsidRDefault="00DA5BAC" w:rsidP="00941F0D">
            <w:pPr>
              <w:pStyle w:val="ConsPlusNormal"/>
              <w:rPr>
                <w:rFonts w:ascii="PT Astra Serif" w:hAnsi="PT Astra Serif" w:cs="PT Astra Serif"/>
                <w:sz w:val="28"/>
                <w:szCs w:val="28"/>
              </w:rPr>
            </w:pPr>
            <w:r w:rsidRPr="00170DC3">
              <w:rPr>
                <w:rFonts w:ascii="PT Astra Serif" w:hAnsi="PT Astra Serif" w:cs="PT Astra Serif"/>
                <w:sz w:val="28"/>
                <w:szCs w:val="28"/>
              </w:rPr>
              <w:t>Иной документ, подтверждающий возникновение денежного обязательства по бюджетному обязательству получателя бюджетных средств, возникшему на основании договора</w:t>
            </w:r>
          </w:p>
          <w:p w:rsidR="00DA5BAC" w:rsidRPr="00170DC3" w:rsidRDefault="00DA5BAC" w:rsidP="00941F0D">
            <w:pPr>
              <w:pStyle w:val="ConsPlusNormal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</w:tr>
      <w:tr w:rsidR="00DA5BAC" w:rsidRPr="00B44ECA">
        <w:tc>
          <w:tcPr>
            <w:tcW w:w="567" w:type="dxa"/>
            <w:vMerge w:val="restart"/>
          </w:tcPr>
          <w:p w:rsidR="00DA5BAC" w:rsidRPr="00170DC3" w:rsidRDefault="00DA5BAC" w:rsidP="006605C9">
            <w:pPr>
              <w:pStyle w:val="ConsPlusNormal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bookmarkStart w:id="3" w:name="P776"/>
            <w:bookmarkStart w:id="4" w:name="P782"/>
            <w:bookmarkStart w:id="5" w:name="P788"/>
            <w:bookmarkEnd w:id="3"/>
            <w:bookmarkEnd w:id="4"/>
            <w:bookmarkEnd w:id="5"/>
            <w:r>
              <w:rPr>
                <w:rFonts w:ascii="PT Astra Serif" w:hAnsi="PT Astra Serif" w:cs="PT Astra Serif"/>
                <w:sz w:val="28"/>
                <w:szCs w:val="28"/>
              </w:rPr>
              <w:t>3</w:t>
            </w:r>
          </w:p>
        </w:tc>
        <w:tc>
          <w:tcPr>
            <w:tcW w:w="3798" w:type="dxa"/>
            <w:vMerge w:val="restart"/>
          </w:tcPr>
          <w:p w:rsidR="00DA5BAC" w:rsidRPr="00170DC3" w:rsidRDefault="00DA5BAC" w:rsidP="006605C9">
            <w:pPr>
              <w:pStyle w:val="ConsPlusNormal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С</w:t>
            </w:r>
            <w:r w:rsidRPr="00170DC3">
              <w:rPr>
                <w:rFonts w:ascii="PT Astra Serif" w:hAnsi="PT Astra Serif" w:cs="PT Astra Serif"/>
                <w:sz w:val="28"/>
                <w:szCs w:val="28"/>
              </w:rPr>
              <w:t>оглашение о предоставлении субсидии бюджетному или автономному учреждению</w:t>
            </w:r>
          </w:p>
        </w:tc>
        <w:tc>
          <w:tcPr>
            <w:tcW w:w="4678" w:type="dxa"/>
          </w:tcPr>
          <w:p w:rsidR="00DA5BAC" w:rsidRPr="00170DC3" w:rsidRDefault="00DA5BAC" w:rsidP="006605C9">
            <w:pPr>
              <w:pStyle w:val="ConsPlusNormal"/>
              <w:rPr>
                <w:rFonts w:ascii="PT Astra Serif" w:hAnsi="PT Astra Serif" w:cs="PT Astra Serif"/>
                <w:sz w:val="28"/>
                <w:szCs w:val="28"/>
              </w:rPr>
            </w:pPr>
            <w:r w:rsidRPr="00170DC3">
              <w:rPr>
                <w:rFonts w:ascii="PT Astra Serif" w:hAnsi="PT Astra Serif" w:cs="PT Astra Serif"/>
                <w:sz w:val="28"/>
                <w:szCs w:val="28"/>
              </w:rPr>
              <w:t>График перечисления субсидии, предусмотренный договором (соглашением) о предоставлении субсидии государственному бюджетному или автономному учреждению</w:t>
            </w:r>
          </w:p>
        </w:tc>
      </w:tr>
      <w:tr w:rsidR="00DA5BAC" w:rsidRPr="00B44ECA">
        <w:tc>
          <w:tcPr>
            <w:tcW w:w="567" w:type="dxa"/>
            <w:vMerge/>
          </w:tcPr>
          <w:p w:rsidR="00DA5BAC" w:rsidRPr="00B44ECA" w:rsidRDefault="00DA5BAC" w:rsidP="006605C9">
            <w:pPr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3798" w:type="dxa"/>
            <w:vMerge/>
          </w:tcPr>
          <w:p w:rsidR="00DA5BAC" w:rsidRPr="00B44ECA" w:rsidRDefault="00DA5BAC" w:rsidP="006605C9">
            <w:pPr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4678" w:type="dxa"/>
          </w:tcPr>
          <w:p w:rsidR="00DA5BAC" w:rsidRPr="00170DC3" w:rsidRDefault="00DA5BAC" w:rsidP="006E229F">
            <w:pPr>
              <w:pStyle w:val="ConsPlusNormal"/>
              <w:rPr>
                <w:rFonts w:ascii="PT Astra Serif" w:hAnsi="PT Astra Serif" w:cs="PT Astra Serif"/>
                <w:sz w:val="28"/>
                <w:szCs w:val="28"/>
              </w:rPr>
            </w:pPr>
            <w:r w:rsidRPr="00170DC3">
              <w:rPr>
                <w:rFonts w:ascii="PT Astra Serif" w:hAnsi="PT Astra Serif" w:cs="PT Astra Serif"/>
                <w:sz w:val="28"/>
                <w:szCs w:val="28"/>
              </w:rPr>
              <w:t>Предварительный отчет о выполнении государственного задания</w:t>
            </w:r>
          </w:p>
        </w:tc>
      </w:tr>
      <w:tr w:rsidR="00DA5BAC" w:rsidRPr="00B44ECA">
        <w:tc>
          <w:tcPr>
            <w:tcW w:w="567" w:type="dxa"/>
            <w:vMerge/>
          </w:tcPr>
          <w:p w:rsidR="00DA5BAC" w:rsidRPr="00B44ECA" w:rsidRDefault="00DA5BAC" w:rsidP="006605C9">
            <w:pPr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3798" w:type="dxa"/>
            <w:vMerge/>
          </w:tcPr>
          <w:p w:rsidR="00DA5BAC" w:rsidRPr="00B44ECA" w:rsidRDefault="00DA5BAC" w:rsidP="006605C9">
            <w:pPr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4678" w:type="dxa"/>
          </w:tcPr>
          <w:p w:rsidR="00DA5BAC" w:rsidRPr="00170DC3" w:rsidRDefault="00DA5BAC" w:rsidP="00A65ED0">
            <w:pPr>
              <w:pStyle w:val="ConsPlusNormal"/>
              <w:rPr>
                <w:rFonts w:ascii="PT Astra Serif" w:hAnsi="PT Astra Serif" w:cs="PT Astra Serif"/>
                <w:sz w:val="28"/>
                <w:szCs w:val="28"/>
              </w:rPr>
            </w:pPr>
            <w:r w:rsidRPr="00170DC3">
              <w:rPr>
                <w:rFonts w:ascii="PT Astra Serif" w:hAnsi="PT Astra Serif" w:cs="PT Astra Serif"/>
                <w:sz w:val="28"/>
                <w:szCs w:val="28"/>
              </w:rPr>
              <w:t>Иной документ, подтверждающий возникновение денежного обязательства по бюджетному обязательству получателя бюджетных средств, возникшему на основании договора (соглашения) о предоставлении субсидии государственному бюджетному или автономному учреждению</w:t>
            </w:r>
          </w:p>
        </w:tc>
      </w:tr>
      <w:tr w:rsidR="00DA5BAC" w:rsidRPr="00B44ECA">
        <w:tc>
          <w:tcPr>
            <w:tcW w:w="567" w:type="dxa"/>
            <w:vMerge w:val="restart"/>
            <w:tcBorders>
              <w:bottom w:val="nil"/>
            </w:tcBorders>
          </w:tcPr>
          <w:p w:rsidR="00DA5BAC" w:rsidRPr="00170DC3" w:rsidRDefault="00DA5BAC" w:rsidP="006605C9">
            <w:pPr>
              <w:pStyle w:val="ConsPlusNormal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bookmarkStart w:id="6" w:name="P793"/>
            <w:bookmarkEnd w:id="6"/>
            <w:r>
              <w:rPr>
                <w:rFonts w:ascii="PT Astra Serif" w:hAnsi="PT Astra Serif" w:cs="PT Astra Serif"/>
                <w:sz w:val="28"/>
                <w:szCs w:val="28"/>
              </w:rPr>
              <w:t>4</w:t>
            </w:r>
          </w:p>
        </w:tc>
        <w:tc>
          <w:tcPr>
            <w:tcW w:w="3798" w:type="dxa"/>
            <w:vMerge w:val="restart"/>
            <w:tcBorders>
              <w:bottom w:val="nil"/>
            </w:tcBorders>
          </w:tcPr>
          <w:p w:rsidR="00DA5BAC" w:rsidRPr="00170DC3" w:rsidRDefault="00DA5BAC" w:rsidP="00A65ED0">
            <w:pPr>
              <w:pStyle w:val="ConsPlusNormal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С</w:t>
            </w:r>
            <w:r w:rsidRPr="00170DC3">
              <w:rPr>
                <w:rFonts w:ascii="PT Astra Serif" w:hAnsi="PT Astra Serif" w:cs="PT Astra Serif"/>
                <w:sz w:val="28"/>
                <w:szCs w:val="28"/>
              </w:rPr>
              <w:t>оглашение о предоставлении субсидии юридическому лицу иному юридическому лицу (за исключением субсидии  бюджетному или автономному учреждению), или индивидуальному предпринимателю, или физическому лицу - производителю товаров, работ, услуг или договор, заключенный в связи с предоставлением бюджетных инвестиций юридическому лицу в соответствии с бюджетным законодательством Российской Федерации (далее - договор (соглашение) о предоставлении субсидии и бюджетных инвестиций юридическому лицу)</w:t>
            </w:r>
          </w:p>
        </w:tc>
        <w:tc>
          <w:tcPr>
            <w:tcW w:w="4678" w:type="dxa"/>
          </w:tcPr>
          <w:p w:rsidR="00DA5BAC" w:rsidRPr="00170DC3" w:rsidRDefault="00DA5BAC" w:rsidP="006605C9">
            <w:pPr>
              <w:pStyle w:val="ConsPlusNormal"/>
              <w:rPr>
                <w:rFonts w:ascii="PT Astra Serif" w:hAnsi="PT Astra Serif" w:cs="PT Astra Serif"/>
                <w:sz w:val="28"/>
                <w:szCs w:val="28"/>
              </w:rPr>
            </w:pPr>
            <w:r w:rsidRPr="00170DC3">
              <w:rPr>
                <w:rFonts w:ascii="PT Astra Serif" w:hAnsi="PT Astra Serif" w:cs="PT Astra Serif"/>
                <w:sz w:val="28"/>
                <w:szCs w:val="28"/>
              </w:rPr>
              <w:t>Акт выполненных работ</w:t>
            </w:r>
          </w:p>
        </w:tc>
      </w:tr>
      <w:tr w:rsidR="00DA5BAC" w:rsidRPr="00B44ECA">
        <w:tc>
          <w:tcPr>
            <w:tcW w:w="567" w:type="dxa"/>
            <w:vMerge/>
            <w:tcBorders>
              <w:bottom w:val="nil"/>
            </w:tcBorders>
          </w:tcPr>
          <w:p w:rsidR="00DA5BAC" w:rsidRPr="00B44ECA" w:rsidRDefault="00DA5BAC" w:rsidP="006605C9">
            <w:pPr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3798" w:type="dxa"/>
            <w:vMerge/>
            <w:tcBorders>
              <w:bottom w:val="nil"/>
            </w:tcBorders>
          </w:tcPr>
          <w:p w:rsidR="00DA5BAC" w:rsidRPr="00B44ECA" w:rsidRDefault="00DA5BAC" w:rsidP="006605C9">
            <w:pPr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4678" w:type="dxa"/>
          </w:tcPr>
          <w:p w:rsidR="00DA5BAC" w:rsidRPr="00170DC3" w:rsidRDefault="00DA5BAC" w:rsidP="006605C9">
            <w:pPr>
              <w:pStyle w:val="ConsPlusNormal"/>
              <w:rPr>
                <w:rFonts w:ascii="PT Astra Serif" w:hAnsi="PT Astra Serif" w:cs="PT Astra Serif"/>
                <w:sz w:val="28"/>
                <w:szCs w:val="28"/>
              </w:rPr>
            </w:pPr>
            <w:r w:rsidRPr="00170DC3">
              <w:rPr>
                <w:rFonts w:ascii="PT Astra Serif" w:hAnsi="PT Astra Serif" w:cs="PT Astra Serif"/>
                <w:sz w:val="28"/>
                <w:szCs w:val="28"/>
              </w:rPr>
              <w:t>Акт об оказании услуг</w:t>
            </w:r>
          </w:p>
        </w:tc>
      </w:tr>
      <w:tr w:rsidR="00DA5BAC" w:rsidRPr="00B44ECA">
        <w:tc>
          <w:tcPr>
            <w:tcW w:w="567" w:type="dxa"/>
            <w:vMerge/>
            <w:tcBorders>
              <w:bottom w:val="nil"/>
            </w:tcBorders>
          </w:tcPr>
          <w:p w:rsidR="00DA5BAC" w:rsidRPr="00B44ECA" w:rsidRDefault="00DA5BAC" w:rsidP="006605C9">
            <w:pPr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3798" w:type="dxa"/>
            <w:vMerge/>
            <w:tcBorders>
              <w:bottom w:val="nil"/>
            </w:tcBorders>
          </w:tcPr>
          <w:p w:rsidR="00DA5BAC" w:rsidRPr="00B44ECA" w:rsidRDefault="00DA5BAC" w:rsidP="006605C9">
            <w:pPr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4678" w:type="dxa"/>
          </w:tcPr>
          <w:p w:rsidR="00DA5BAC" w:rsidRPr="00170DC3" w:rsidRDefault="00DA5BAC" w:rsidP="006605C9">
            <w:pPr>
              <w:pStyle w:val="ConsPlusNormal"/>
              <w:rPr>
                <w:rFonts w:ascii="PT Astra Serif" w:hAnsi="PT Astra Serif" w:cs="PT Astra Serif"/>
                <w:sz w:val="28"/>
                <w:szCs w:val="28"/>
              </w:rPr>
            </w:pPr>
            <w:r w:rsidRPr="00170DC3">
              <w:rPr>
                <w:rFonts w:ascii="PT Astra Serif" w:hAnsi="PT Astra Serif" w:cs="PT Astra Serif"/>
                <w:sz w:val="28"/>
                <w:szCs w:val="28"/>
              </w:rPr>
              <w:t>Акт приема-передачи</w:t>
            </w:r>
          </w:p>
        </w:tc>
      </w:tr>
      <w:tr w:rsidR="00DA5BAC" w:rsidRPr="00B44ECA">
        <w:tc>
          <w:tcPr>
            <w:tcW w:w="567" w:type="dxa"/>
            <w:vMerge/>
            <w:tcBorders>
              <w:bottom w:val="nil"/>
            </w:tcBorders>
          </w:tcPr>
          <w:p w:rsidR="00DA5BAC" w:rsidRPr="00B44ECA" w:rsidRDefault="00DA5BAC" w:rsidP="006605C9">
            <w:pPr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3798" w:type="dxa"/>
            <w:vMerge/>
            <w:tcBorders>
              <w:bottom w:val="nil"/>
            </w:tcBorders>
          </w:tcPr>
          <w:p w:rsidR="00DA5BAC" w:rsidRPr="00B44ECA" w:rsidRDefault="00DA5BAC" w:rsidP="006605C9">
            <w:pPr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4678" w:type="dxa"/>
          </w:tcPr>
          <w:p w:rsidR="00DA5BAC" w:rsidRPr="00170DC3" w:rsidRDefault="00DA5BAC" w:rsidP="006605C9">
            <w:pPr>
              <w:pStyle w:val="ConsPlusNormal"/>
              <w:rPr>
                <w:rFonts w:ascii="PT Astra Serif" w:hAnsi="PT Astra Serif" w:cs="PT Astra Serif"/>
                <w:sz w:val="28"/>
                <w:szCs w:val="28"/>
              </w:rPr>
            </w:pPr>
            <w:r w:rsidRPr="00170DC3">
              <w:rPr>
                <w:rFonts w:ascii="PT Astra Serif" w:hAnsi="PT Astra Serif" w:cs="PT Astra Serif"/>
                <w:sz w:val="28"/>
                <w:szCs w:val="28"/>
              </w:rPr>
              <w:t>Договор, заключаемый в рамках исполнения договоров (соглашений) о предоставлении целевых субсидий и бюджетных инвестиций юридическому лицу</w:t>
            </w:r>
          </w:p>
        </w:tc>
      </w:tr>
      <w:tr w:rsidR="00DA5BAC" w:rsidRPr="00B44ECA">
        <w:tc>
          <w:tcPr>
            <w:tcW w:w="567" w:type="dxa"/>
            <w:vMerge/>
            <w:tcBorders>
              <w:bottom w:val="nil"/>
            </w:tcBorders>
          </w:tcPr>
          <w:p w:rsidR="00DA5BAC" w:rsidRPr="00B44ECA" w:rsidRDefault="00DA5BAC" w:rsidP="006605C9">
            <w:pPr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3798" w:type="dxa"/>
            <w:vMerge/>
            <w:tcBorders>
              <w:bottom w:val="nil"/>
            </w:tcBorders>
          </w:tcPr>
          <w:p w:rsidR="00DA5BAC" w:rsidRPr="00B44ECA" w:rsidRDefault="00DA5BAC" w:rsidP="006605C9">
            <w:pPr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4678" w:type="dxa"/>
          </w:tcPr>
          <w:p w:rsidR="00DA5BAC" w:rsidRPr="00170DC3" w:rsidRDefault="00DA5BAC" w:rsidP="006605C9">
            <w:pPr>
              <w:pStyle w:val="ConsPlusNormal"/>
              <w:rPr>
                <w:rFonts w:ascii="PT Astra Serif" w:hAnsi="PT Astra Serif" w:cs="PT Astra Serif"/>
                <w:sz w:val="28"/>
                <w:szCs w:val="28"/>
              </w:rPr>
            </w:pPr>
            <w:r w:rsidRPr="00170DC3">
              <w:rPr>
                <w:rFonts w:ascii="PT Astra Serif" w:hAnsi="PT Astra Serif" w:cs="PT Astra Serif"/>
                <w:sz w:val="28"/>
                <w:szCs w:val="28"/>
              </w:rPr>
              <w:t>Справка-расчет или иной документ, являющийся основанием для оплаты неустойки</w:t>
            </w:r>
          </w:p>
        </w:tc>
      </w:tr>
      <w:tr w:rsidR="00DA5BAC" w:rsidRPr="00B44ECA">
        <w:tc>
          <w:tcPr>
            <w:tcW w:w="567" w:type="dxa"/>
            <w:vMerge/>
            <w:tcBorders>
              <w:bottom w:val="nil"/>
            </w:tcBorders>
          </w:tcPr>
          <w:p w:rsidR="00DA5BAC" w:rsidRPr="00B44ECA" w:rsidRDefault="00DA5BAC" w:rsidP="006605C9">
            <w:pPr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3798" w:type="dxa"/>
            <w:vMerge/>
            <w:tcBorders>
              <w:bottom w:val="nil"/>
            </w:tcBorders>
          </w:tcPr>
          <w:p w:rsidR="00DA5BAC" w:rsidRPr="00B44ECA" w:rsidRDefault="00DA5BAC" w:rsidP="006605C9">
            <w:pPr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4678" w:type="dxa"/>
          </w:tcPr>
          <w:p w:rsidR="00DA5BAC" w:rsidRPr="00170DC3" w:rsidRDefault="00DA5BAC" w:rsidP="006605C9">
            <w:pPr>
              <w:pStyle w:val="ConsPlusNormal"/>
              <w:rPr>
                <w:rFonts w:ascii="PT Astra Serif" w:hAnsi="PT Astra Serif" w:cs="PT Astra Serif"/>
                <w:sz w:val="28"/>
                <w:szCs w:val="28"/>
              </w:rPr>
            </w:pPr>
            <w:r w:rsidRPr="00170DC3">
              <w:rPr>
                <w:rFonts w:ascii="PT Astra Serif" w:hAnsi="PT Astra Serif" w:cs="PT Astra Serif"/>
                <w:sz w:val="28"/>
                <w:szCs w:val="28"/>
              </w:rPr>
              <w:t>Счет</w:t>
            </w:r>
          </w:p>
        </w:tc>
      </w:tr>
      <w:tr w:rsidR="00DA5BAC" w:rsidRPr="00B44ECA">
        <w:tc>
          <w:tcPr>
            <w:tcW w:w="567" w:type="dxa"/>
            <w:vMerge/>
            <w:tcBorders>
              <w:bottom w:val="nil"/>
            </w:tcBorders>
          </w:tcPr>
          <w:p w:rsidR="00DA5BAC" w:rsidRPr="00B44ECA" w:rsidRDefault="00DA5BAC" w:rsidP="006605C9">
            <w:pPr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3798" w:type="dxa"/>
            <w:vMerge/>
            <w:tcBorders>
              <w:bottom w:val="nil"/>
            </w:tcBorders>
          </w:tcPr>
          <w:p w:rsidR="00DA5BAC" w:rsidRPr="00B44ECA" w:rsidRDefault="00DA5BAC" w:rsidP="006605C9">
            <w:pPr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4678" w:type="dxa"/>
          </w:tcPr>
          <w:p w:rsidR="00DA5BAC" w:rsidRPr="00170DC3" w:rsidRDefault="00DA5BAC" w:rsidP="006605C9">
            <w:pPr>
              <w:pStyle w:val="ConsPlusNormal"/>
              <w:rPr>
                <w:rFonts w:ascii="PT Astra Serif" w:hAnsi="PT Astra Serif" w:cs="PT Astra Serif"/>
                <w:sz w:val="28"/>
                <w:szCs w:val="28"/>
              </w:rPr>
            </w:pPr>
            <w:r w:rsidRPr="00170DC3">
              <w:rPr>
                <w:rFonts w:ascii="PT Astra Serif" w:hAnsi="PT Astra Serif" w:cs="PT Astra Serif"/>
                <w:sz w:val="28"/>
                <w:szCs w:val="28"/>
              </w:rPr>
              <w:t>Счет-фактура</w:t>
            </w:r>
          </w:p>
        </w:tc>
      </w:tr>
      <w:tr w:rsidR="00DA5BAC" w:rsidRPr="00B44ECA">
        <w:tc>
          <w:tcPr>
            <w:tcW w:w="567" w:type="dxa"/>
            <w:vMerge/>
            <w:tcBorders>
              <w:bottom w:val="nil"/>
            </w:tcBorders>
          </w:tcPr>
          <w:p w:rsidR="00DA5BAC" w:rsidRPr="00B44ECA" w:rsidRDefault="00DA5BAC" w:rsidP="006605C9">
            <w:pPr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3798" w:type="dxa"/>
            <w:vMerge/>
            <w:tcBorders>
              <w:bottom w:val="nil"/>
            </w:tcBorders>
          </w:tcPr>
          <w:p w:rsidR="00DA5BAC" w:rsidRPr="00B44ECA" w:rsidRDefault="00DA5BAC" w:rsidP="006605C9">
            <w:pPr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4678" w:type="dxa"/>
          </w:tcPr>
          <w:p w:rsidR="00DA5BAC" w:rsidRPr="00170DC3" w:rsidRDefault="00DA5BAC" w:rsidP="00CB7B88">
            <w:pPr>
              <w:pStyle w:val="ConsPlusNormal"/>
              <w:rPr>
                <w:rFonts w:ascii="PT Astra Serif" w:hAnsi="PT Astra Serif" w:cs="PT Astra Serif"/>
                <w:sz w:val="28"/>
                <w:szCs w:val="28"/>
              </w:rPr>
            </w:pPr>
            <w:hyperlink r:id="rId6" w:history="1">
              <w:r w:rsidRPr="00170DC3">
                <w:rPr>
                  <w:rFonts w:ascii="PT Astra Serif" w:hAnsi="PT Astra Serif" w:cs="PT Astra Serif"/>
                  <w:sz w:val="28"/>
                  <w:szCs w:val="28"/>
                </w:rPr>
                <w:t>Товарная накладная</w:t>
              </w:r>
            </w:hyperlink>
            <w:r w:rsidRPr="00170DC3">
              <w:rPr>
                <w:rFonts w:ascii="PT Astra Serif" w:hAnsi="PT Astra Serif" w:cs="PT Astra Serif"/>
                <w:sz w:val="28"/>
                <w:szCs w:val="28"/>
              </w:rPr>
              <w:t xml:space="preserve"> (унифицированная форма </w:t>
            </w:r>
          </w:p>
          <w:p w:rsidR="00DA5BAC" w:rsidRPr="00170DC3" w:rsidRDefault="00DA5BAC" w:rsidP="00CB7B88">
            <w:pPr>
              <w:pStyle w:val="ConsPlusNormal"/>
              <w:rPr>
                <w:rFonts w:ascii="PT Astra Serif" w:hAnsi="PT Astra Serif" w:cs="PT Astra Serif"/>
                <w:sz w:val="28"/>
                <w:szCs w:val="28"/>
              </w:rPr>
            </w:pPr>
            <w:r w:rsidRPr="00170DC3">
              <w:rPr>
                <w:rFonts w:ascii="PT Astra Serif" w:hAnsi="PT Astra Serif" w:cs="PT Astra Serif"/>
                <w:sz w:val="28"/>
                <w:szCs w:val="28"/>
              </w:rPr>
              <w:t>№ ТОРГ-12) (ф. 0330212)</w:t>
            </w:r>
          </w:p>
        </w:tc>
      </w:tr>
      <w:tr w:rsidR="00DA5BAC" w:rsidRPr="00B44ECA">
        <w:tblPrEx>
          <w:tblBorders>
            <w:insideH w:val="none" w:sz="0" w:space="0" w:color="auto"/>
          </w:tblBorders>
        </w:tblPrEx>
        <w:tc>
          <w:tcPr>
            <w:tcW w:w="567" w:type="dxa"/>
            <w:vMerge w:val="restart"/>
            <w:tcBorders>
              <w:top w:val="nil"/>
            </w:tcBorders>
          </w:tcPr>
          <w:p w:rsidR="00DA5BAC" w:rsidRPr="00170DC3" w:rsidRDefault="00DA5BAC" w:rsidP="006605C9">
            <w:pPr>
              <w:pStyle w:val="ConsPlusNormal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3798" w:type="dxa"/>
            <w:vMerge w:val="restart"/>
            <w:tcBorders>
              <w:top w:val="nil"/>
            </w:tcBorders>
          </w:tcPr>
          <w:p w:rsidR="00DA5BAC" w:rsidRPr="00170DC3" w:rsidRDefault="00DA5BAC" w:rsidP="006605C9">
            <w:pPr>
              <w:pStyle w:val="ConsPlusNormal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</w:tcBorders>
          </w:tcPr>
          <w:p w:rsidR="00DA5BAC" w:rsidRPr="00AB48F8" w:rsidRDefault="00DA5BAC" w:rsidP="006605C9">
            <w:pPr>
              <w:pStyle w:val="ConsPlusNormal"/>
              <w:rPr>
                <w:rFonts w:ascii="PT Astra Serif" w:hAnsi="PT Astra Serif" w:cs="PT Astra Serif"/>
                <w:sz w:val="28"/>
                <w:szCs w:val="28"/>
              </w:rPr>
            </w:pPr>
            <w:r w:rsidRPr="00AB48F8">
              <w:rPr>
                <w:rFonts w:ascii="PT Astra Serif" w:hAnsi="PT Astra Serif" w:cs="PT Astra Serif"/>
                <w:sz w:val="28"/>
                <w:szCs w:val="28"/>
              </w:rPr>
              <w:t>В случае предоставления субсидии юридическому лицу, или индивидуальному предпринимателю, или физическому лицу - производителю товаров, работ, услуг на возмещение фактически произведенных расходов (недополученных доходов):</w:t>
            </w:r>
          </w:p>
          <w:p w:rsidR="00DA5BAC" w:rsidRPr="00AB48F8" w:rsidRDefault="00DA5BAC" w:rsidP="006605C9">
            <w:pPr>
              <w:pStyle w:val="ConsPlusNormal"/>
              <w:rPr>
                <w:rFonts w:ascii="PT Astra Serif" w:hAnsi="PT Astra Serif" w:cs="PT Astra Serif"/>
                <w:sz w:val="28"/>
                <w:szCs w:val="28"/>
              </w:rPr>
            </w:pPr>
            <w:r w:rsidRPr="00AB48F8">
              <w:rPr>
                <w:rFonts w:ascii="PT Astra Serif" w:hAnsi="PT Astra Serif" w:cs="PT Astra Serif"/>
                <w:sz w:val="28"/>
                <w:szCs w:val="28"/>
              </w:rPr>
              <w:t>отчет о выполнении условий, установленных при предоставлении субсидии юридическому лицу, или индивидуальному предпринимателю, или физическому лицу - производителю товаров, работ, услуг, в соответствии с порядком (правилами) предоставления субсидии юридическому лицу;</w:t>
            </w:r>
          </w:p>
          <w:p w:rsidR="00DA5BAC" w:rsidRPr="00AB48F8" w:rsidRDefault="00DA5BAC" w:rsidP="006605C9">
            <w:pPr>
              <w:pStyle w:val="ConsPlusNormal"/>
              <w:rPr>
                <w:rFonts w:ascii="PT Astra Serif" w:hAnsi="PT Astra Serif" w:cs="PT Astra Serif"/>
                <w:sz w:val="28"/>
                <w:szCs w:val="28"/>
              </w:rPr>
            </w:pPr>
            <w:r w:rsidRPr="00AB48F8">
              <w:rPr>
                <w:rFonts w:ascii="PT Astra Serif" w:hAnsi="PT Astra Serif" w:cs="PT Astra Serif"/>
                <w:sz w:val="28"/>
                <w:szCs w:val="28"/>
              </w:rPr>
              <w:t>документы, подтверждающие фактически произведенные расходы (недополученные доходы) в соответствии с порядком (правилами) предоставления субсидии юридическому лицу, или индивидуальному предпринимателю, или физическому лицу - производителю товаров, работ, услуг;</w:t>
            </w:r>
          </w:p>
          <w:p w:rsidR="00DA5BAC" w:rsidRPr="00AB48F8" w:rsidRDefault="00DA5BAC" w:rsidP="006605C9">
            <w:pPr>
              <w:pStyle w:val="ConsPlusNormal"/>
              <w:rPr>
                <w:rFonts w:ascii="PT Astra Serif" w:hAnsi="PT Astra Serif" w:cs="PT Astra Serif"/>
                <w:sz w:val="28"/>
                <w:szCs w:val="28"/>
              </w:rPr>
            </w:pPr>
            <w:r w:rsidRPr="00AB48F8">
              <w:rPr>
                <w:rFonts w:ascii="PT Astra Serif" w:hAnsi="PT Astra Serif" w:cs="PT Astra Serif"/>
                <w:sz w:val="28"/>
                <w:szCs w:val="28"/>
              </w:rPr>
              <w:t>заявка на перечисление субсидии юридическому лицу, или индивидуальному предпринимателю, или физическому лицу - производителю товаров, работ, услуг по форме, установленной в соответствии с порядком (правилами) предоставления указанной субсидии (далее - Заявка на перечисление субсидии юридическому лицу) (при наличии)</w:t>
            </w:r>
          </w:p>
        </w:tc>
      </w:tr>
      <w:tr w:rsidR="00DA5BAC" w:rsidRPr="00B44ECA">
        <w:tc>
          <w:tcPr>
            <w:tcW w:w="567" w:type="dxa"/>
            <w:vMerge/>
            <w:tcBorders>
              <w:top w:val="nil"/>
            </w:tcBorders>
          </w:tcPr>
          <w:p w:rsidR="00DA5BAC" w:rsidRPr="00B44ECA" w:rsidRDefault="00DA5BAC" w:rsidP="006605C9">
            <w:pPr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3798" w:type="dxa"/>
            <w:vMerge/>
            <w:tcBorders>
              <w:top w:val="nil"/>
            </w:tcBorders>
          </w:tcPr>
          <w:p w:rsidR="00DA5BAC" w:rsidRPr="00B44ECA" w:rsidRDefault="00DA5BAC" w:rsidP="006605C9">
            <w:pPr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4678" w:type="dxa"/>
          </w:tcPr>
          <w:p w:rsidR="00DA5BAC" w:rsidRPr="00AB48F8" w:rsidRDefault="00DA5BAC" w:rsidP="00CB7B88">
            <w:pPr>
              <w:pStyle w:val="ConsPlusNormal"/>
              <w:rPr>
                <w:rFonts w:ascii="PT Astra Serif" w:hAnsi="PT Astra Serif" w:cs="PT Astra Serif"/>
                <w:sz w:val="28"/>
                <w:szCs w:val="28"/>
              </w:rPr>
            </w:pPr>
            <w:r w:rsidRPr="00AB48F8">
              <w:rPr>
                <w:rFonts w:ascii="PT Astra Serif" w:hAnsi="PT Astra Serif" w:cs="PT Astra Serif"/>
                <w:sz w:val="28"/>
                <w:szCs w:val="28"/>
              </w:rPr>
              <w:t>Иной документ, подтверждающий возникновение денежного обязательства по бюджетному обязательству получателя бюджетных средств, возникшему на основании договора (соглашения) о предоставлении субсидии и бюджетных инвестиций юридическому лицу, или индивидуальному предпринимателю, или физическому лицу - производителю товаров, работ, услуг</w:t>
            </w:r>
          </w:p>
        </w:tc>
      </w:tr>
      <w:tr w:rsidR="00DA5BAC" w:rsidRPr="00B44ECA">
        <w:tc>
          <w:tcPr>
            <w:tcW w:w="567" w:type="dxa"/>
            <w:vMerge w:val="restart"/>
          </w:tcPr>
          <w:p w:rsidR="00DA5BAC" w:rsidRPr="00170DC3" w:rsidRDefault="00DA5BAC" w:rsidP="006605C9">
            <w:pPr>
              <w:pStyle w:val="ConsPlusNormal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bookmarkStart w:id="7" w:name="P812"/>
            <w:bookmarkStart w:id="8" w:name="P820"/>
            <w:bookmarkEnd w:id="7"/>
            <w:bookmarkEnd w:id="8"/>
            <w:r>
              <w:rPr>
                <w:rFonts w:ascii="PT Astra Serif" w:hAnsi="PT Astra Serif" w:cs="PT Astra Serif"/>
                <w:sz w:val="28"/>
                <w:szCs w:val="28"/>
              </w:rPr>
              <w:t>5</w:t>
            </w:r>
          </w:p>
        </w:tc>
        <w:tc>
          <w:tcPr>
            <w:tcW w:w="3798" w:type="dxa"/>
            <w:vMerge w:val="restart"/>
          </w:tcPr>
          <w:p w:rsidR="00DA5BAC" w:rsidRPr="00170DC3" w:rsidRDefault="00DA5BAC" w:rsidP="00B21981">
            <w:pPr>
              <w:pStyle w:val="ConsPlusNormal"/>
              <w:rPr>
                <w:rFonts w:ascii="PT Astra Serif" w:hAnsi="PT Astra Serif" w:cs="PT Astra Serif"/>
                <w:sz w:val="28"/>
                <w:szCs w:val="28"/>
              </w:rPr>
            </w:pPr>
            <w:r w:rsidRPr="00170DC3">
              <w:rPr>
                <w:rFonts w:ascii="PT Astra Serif" w:hAnsi="PT Astra Serif" w:cs="PT Astra Serif"/>
                <w:sz w:val="28"/>
                <w:szCs w:val="28"/>
              </w:rPr>
              <w:t>Штатное расписание с расчетом годового фонда оплаты труда</w:t>
            </w:r>
          </w:p>
        </w:tc>
        <w:tc>
          <w:tcPr>
            <w:tcW w:w="4678" w:type="dxa"/>
          </w:tcPr>
          <w:p w:rsidR="00DA5BAC" w:rsidRPr="00170DC3" w:rsidRDefault="00DA5BAC" w:rsidP="006605C9">
            <w:pPr>
              <w:pStyle w:val="ConsPlusNormal"/>
              <w:rPr>
                <w:rFonts w:ascii="PT Astra Serif" w:hAnsi="PT Astra Serif" w:cs="PT Astra Serif"/>
                <w:sz w:val="28"/>
                <w:szCs w:val="28"/>
              </w:rPr>
            </w:pPr>
            <w:hyperlink r:id="rId7" w:history="1">
              <w:r w:rsidRPr="00170DC3">
                <w:rPr>
                  <w:rFonts w:ascii="PT Astra Serif" w:hAnsi="PT Astra Serif" w:cs="PT Astra Serif"/>
                  <w:sz w:val="28"/>
                  <w:szCs w:val="28"/>
                </w:rPr>
                <w:t>Записка-расчет</w:t>
              </w:r>
            </w:hyperlink>
            <w:r w:rsidRPr="00170DC3">
              <w:rPr>
                <w:rFonts w:ascii="PT Astra Serif" w:hAnsi="PT Astra Serif" w:cs="PT Astra Serif"/>
                <w:sz w:val="28"/>
                <w:szCs w:val="28"/>
              </w:rPr>
              <w:t xml:space="preserve"> об исчислении среднего заработка при предоставлении отпуска, увольнении и других случаях (ф. 0504425)</w:t>
            </w:r>
          </w:p>
        </w:tc>
      </w:tr>
      <w:tr w:rsidR="00DA5BAC" w:rsidRPr="00B44ECA">
        <w:tc>
          <w:tcPr>
            <w:tcW w:w="567" w:type="dxa"/>
            <w:vMerge/>
          </w:tcPr>
          <w:p w:rsidR="00DA5BAC" w:rsidRPr="00B44ECA" w:rsidRDefault="00DA5BAC" w:rsidP="006605C9">
            <w:pPr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3798" w:type="dxa"/>
            <w:vMerge/>
          </w:tcPr>
          <w:p w:rsidR="00DA5BAC" w:rsidRPr="00B44ECA" w:rsidRDefault="00DA5BAC" w:rsidP="006605C9">
            <w:pPr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4678" w:type="dxa"/>
          </w:tcPr>
          <w:p w:rsidR="00DA5BAC" w:rsidRPr="00170DC3" w:rsidRDefault="00DA5BAC" w:rsidP="006605C9">
            <w:pPr>
              <w:pStyle w:val="ConsPlusNormal"/>
              <w:rPr>
                <w:rFonts w:ascii="PT Astra Serif" w:hAnsi="PT Astra Serif" w:cs="PT Astra Serif"/>
                <w:sz w:val="28"/>
                <w:szCs w:val="28"/>
              </w:rPr>
            </w:pPr>
            <w:hyperlink r:id="rId8" w:history="1">
              <w:r w:rsidRPr="00170DC3">
                <w:rPr>
                  <w:rFonts w:ascii="PT Astra Serif" w:hAnsi="PT Astra Serif" w:cs="PT Astra Serif"/>
                  <w:sz w:val="28"/>
                  <w:szCs w:val="28"/>
                </w:rPr>
                <w:t>Расчетно-платежная ведомость</w:t>
              </w:r>
            </w:hyperlink>
            <w:r w:rsidRPr="00170DC3">
              <w:rPr>
                <w:rFonts w:ascii="PT Astra Serif" w:hAnsi="PT Astra Serif" w:cs="PT Astra Serif"/>
                <w:sz w:val="28"/>
                <w:szCs w:val="28"/>
              </w:rPr>
              <w:t xml:space="preserve"> </w:t>
            </w:r>
          </w:p>
          <w:p w:rsidR="00DA5BAC" w:rsidRPr="00170DC3" w:rsidRDefault="00DA5BAC" w:rsidP="006605C9">
            <w:pPr>
              <w:pStyle w:val="ConsPlusNormal"/>
              <w:rPr>
                <w:rFonts w:ascii="PT Astra Serif" w:hAnsi="PT Astra Serif" w:cs="PT Astra Serif"/>
                <w:sz w:val="28"/>
                <w:szCs w:val="28"/>
              </w:rPr>
            </w:pPr>
            <w:r w:rsidRPr="00170DC3">
              <w:rPr>
                <w:rFonts w:ascii="PT Astra Serif" w:hAnsi="PT Astra Serif" w:cs="PT Astra Serif"/>
                <w:sz w:val="28"/>
                <w:szCs w:val="28"/>
              </w:rPr>
              <w:t>(ф. 0504401)</w:t>
            </w:r>
          </w:p>
        </w:tc>
      </w:tr>
      <w:tr w:rsidR="00DA5BAC" w:rsidRPr="00B44ECA">
        <w:tc>
          <w:tcPr>
            <w:tcW w:w="567" w:type="dxa"/>
            <w:vMerge/>
          </w:tcPr>
          <w:p w:rsidR="00DA5BAC" w:rsidRPr="00B44ECA" w:rsidRDefault="00DA5BAC" w:rsidP="006605C9">
            <w:pPr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3798" w:type="dxa"/>
            <w:vMerge/>
          </w:tcPr>
          <w:p w:rsidR="00DA5BAC" w:rsidRPr="00B44ECA" w:rsidRDefault="00DA5BAC" w:rsidP="006605C9">
            <w:pPr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4678" w:type="dxa"/>
          </w:tcPr>
          <w:p w:rsidR="00DA5BAC" w:rsidRPr="00170DC3" w:rsidRDefault="00DA5BAC" w:rsidP="006605C9">
            <w:pPr>
              <w:pStyle w:val="ConsPlusNormal"/>
              <w:rPr>
                <w:rFonts w:ascii="PT Astra Serif" w:hAnsi="PT Astra Serif" w:cs="PT Astra Serif"/>
                <w:sz w:val="28"/>
                <w:szCs w:val="28"/>
              </w:rPr>
            </w:pPr>
            <w:hyperlink r:id="rId9" w:history="1">
              <w:r w:rsidRPr="00170DC3">
                <w:rPr>
                  <w:rFonts w:ascii="PT Astra Serif" w:hAnsi="PT Astra Serif" w:cs="PT Astra Serif"/>
                  <w:sz w:val="28"/>
                  <w:szCs w:val="28"/>
                </w:rPr>
                <w:t>Расчетная ведомость</w:t>
              </w:r>
            </w:hyperlink>
            <w:r w:rsidRPr="00170DC3">
              <w:rPr>
                <w:rFonts w:ascii="PT Astra Serif" w:hAnsi="PT Astra Serif" w:cs="PT Astra Serif"/>
                <w:sz w:val="28"/>
                <w:szCs w:val="28"/>
              </w:rPr>
              <w:t xml:space="preserve"> (ф. 0504402)</w:t>
            </w:r>
          </w:p>
        </w:tc>
      </w:tr>
      <w:tr w:rsidR="00DA5BAC" w:rsidRPr="00B44ECA">
        <w:tc>
          <w:tcPr>
            <w:tcW w:w="567" w:type="dxa"/>
            <w:vMerge/>
          </w:tcPr>
          <w:p w:rsidR="00DA5BAC" w:rsidRPr="00B44ECA" w:rsidRDefault="00DA5BAC" w:rsidP="006605C9">
            <w:pPr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3798" w:type="dxa"/>
            <w:vMerge/>
          </w:tcPr>
          <w:p w:rsidR="00DA5BAC" w:rsidRPr="00B44ECA" w:rsidRDefault="00DA5BAC" w:rsidP="006605C9">
            <w:pPr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4678" w:type="dxa"/>
          </w:tcPr>
          <w:p w:rsidR="00DA5BAC" w:rsidRPr="00170DC3" w:rsidRDefault="00DA5BAC" w:rsidP="00CB7B88">
            <w:pPr>
              <w:pStyle w:val="ConsPlusNormal"/>
              <w:rPr>
                <w:rFonts w:ascii="PT Astra Serif" w:hAnsi="PT Astra Serif" w:cs="PT Astra Serif"/>
                <w:sz w:val="28"/>
                <w:szCs w:val="28"/>
              </w:rPr>
            </w:pPr>
            <w:r w:rsidRPr="00170DC3">
              <w:rPr>
                <w:rFonts w:ascii="PT Astra Serif" w:hAnsi="PT Astra Serif" w:cs="PT Astra Serif"/>
                <w:sz w:val="28"/>
                <w:szCs w:val="28"/>
              </w:rPr>
              <w:t>Иной документ, подтверждающий возникновение денежного обязательства по бюджетному обязательству получателя бюджетных средств, возникшему по реализации трудовых функций работника в соответствии с трудовым законодательством Российской Федерации, законодательством о государственной гражданской службе Российской Федерации</w:t>
            </w:r>
          </w:p>
        </w:tc>
      </w:tr>
      <w:tr w:rsidR="00DA5BAC" w:rsidRPr="00B44ECA">
        <w:trPr>
          <w:trHeight w:val="1022"/>
        </w:trPr>
        <w:tc>
          <w:tcPr>
            <w:tcW w:w="567" w:type="dxa"/>
            <w:vMerge w:val="restart"/>
          </w:tcPr>
          <w:p w:rsidR="00DA5BAC" w:rsidRPr="00170DC3" w:rsidRDefault="00DA5BAC" w:rsidP="006605C9">
            <w:pPr>
              <w:pStyle w:val="ConsPlusNormal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bookmarkStart w:id="9" w:name="P826"/>
            <w:bookmarkEnd w:id="9"/>
            <w:r>
              <w:rPr>
                <w:rFonts w:ascii="PT Astra Serif" w:hAnsi="PT Astra Serif" w:cs="PT Astra Serif"/>
                <w:sz w:val="28"/>
                <w:szCs w:val="28"/>
              </w:rPr>
              <w:t>6</w:t>
            </w:r>
          </w:p>
        </w:tc>
        <w:tc>
          <w:tcPr>
            <w:tcW w:w="3798" w:type="dxa"/>
            <w:vMerge w:val="restart"/>
          </w:tcPr>
          <w:p w:rsidR="00DA5BAC" w:rsidRPr="00170DC3" w:rsidRDefault="00DA5BAC" w:rsidP="006605C9">
            <w:pPr>
              <w:pStyle w:val="ConsPlusNormal"/>
              <w:rPr>
                <w:rFonts w:ascii="PT Astra Serif" w:hAnsi="PT Astra Serif" w:cs="PT Astra Serif"/>
                <w:sz w:val="28"/>
                <w:szCs w:val="28"/>
              </w:rPr>
            </w:pPr>
            <w:r w:rsidRPr="00170DC3">
              <w:rPr>
                <w:rFonts w:ascii="PT Astra Serif" w:hAnsi="PT Astra Serif" w:cs="PT Astra Serif"/>
                <w:sz w:val="28"/>
                <w:szCs w:val="28"/>
              </w:rPr>
              <w:t>Исполнительный документ (исполнительный лист, судебный приказ) (далее - исполнительный документ)</w:t>
            </w:r>
          </w:p>
        </w:tc>
        <w:tc>
          <w:tcPr>
            <w:tcW w:w="4678" w:type="dxa"/>
          </w:tcPr>
          <w:p w:rsidR="00DA5BAC" w:rsidRPr="00170DC3" w:rsidRDefault="00DA5BAC" w:rsidP="006605C9">
            <w:pPr>
              <w:pStyle w:val="ConsPlusNormal"/>
              <w:rPr>
                <w:rFonts w:ascii="PT Astra Serif" w:hAnsi="PT Astra Serif" w:cs="PT Astra Serif"/>
                <w:sz w:val="28"/>
                <w:szCs w:val="28"/>
              </w:rPr>
            </w:pPr>
            <w:r w:rsidRPr="00170DC3">
              <w:rPr>
                <w:rFonts w:ascii="PT Astra Serif" w:hAnsi="PT Astra Serif" w:cs="PT Astra Serif"/>
                <w:sz w:val="28"/>
                <w:szCs w:val="28"/>
              </w:rPr>
              <w:t>График выплат по исполнительному документу, предусматривающему выплаты периодического характера</w:t>
            </w:r>
          </w:p>
        </w:tc>
      </w:tr>
      <w:tr w:rsidR="00DA5BAC" w:rsidRPr="00B44ECA">
        <w:tc>
          <w:tcPr>
            <w:tcW w:w="567" w:type="dxa"/>
            <w:vMerge/>
          </w:tcPr>
          <w:p w:rsidR="00DA5BAC" w:rsidRPr="00B44ECA" w:rsidRDefault="00DA5BAC" w:rsidP="006605C9">
            <w:pPr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3798" w:type="dxa"/>
            <w:vMerge/>
          </w:tcPr>
          <w:p w:rsidR="00DA5BAC" w:rsidRPr="00B44ECA" w:rsidRDefault="00DA5BAC" w:rsidP="006605C9">
            <w:pPr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4678" w:type="dxa"/>
          </w:tcPr>
          <w:p w:rsidR="00DA5BAC" w:rsidRPr="00170DC3" w:rsidRDefault="00DA5BAC" w:rsidP="006605C9">
            <w:pPr>
              <w:pStyle w:val="ConsPlusNormal"/>
              <w:rPr>
                <w:rFonts w:ascii="PT Astra Serif" w:hAnsi="PT Astra Serif" w:cs="PT Astra Serif"/>
                <w:sz w:val="28"/>
                <w:szCs w:val="28"/>
              </w:rPr>
            </w:pPr>
            <w:r w:rsidRPr="00170DC3">
              <w:rPr>
                <w:rFonts w:ascii="PT Astra Serif" w:hAnsi="PT Astra Serif" w:cs="PT Astra Serif"/>
                <w:sz w:val="28"/>
                <w:szCs w:val="28"/>
              </w:rPr>
              <w:t>Исполнительный документ</w:t>
            </w:r>
          </w:p>
        </w:tc>
      </w:tr>
      <w:tr w:rsidR="00DA5BAC" w:rsidRPr="00B44ECA">
        <w:tc>
          <w:tcPr>
            <w:tcW w:w="567" w:type="dxa"/>
            <w:vMerge/>
          </w:tcPr>
          <w:p w:rsidR="00DA5BAC" w:rsidRPr="00B44ECA" w:rsidRDefault="00DA5BAC" w:rsidP="006605C9">
            <w:pPr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3798" w:type="dxa"/>
            <w:vMerge/>
          </w:tcPr>
          <w:p w:rsidR="00DA5BAC" w:rsidRPr="00B44ECA" w:rsidRDefault="00DA5BAC" w:rsidP="006605C9">
            <w:pPr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4678" w:type="dxa"/>
          </w:tcPr>
          <w:p w:rsidR="00DA5BAC" w:rsidRPr="00170DC3" w:rsidRDefault="00DA5BAC" w:rsidP="00CB7B88">
            <w:pPr>
              <w:pStyle w:val="ConsPlusNormal"/>
              <w:rPr>
                <w:rFonts w:ascii="PT Astra Serif" w:hAnsi="PT Astra Serif" w:cs="PT Astra Serif"/>
                <w:sz w:val="28"/>
                <w:szCs w:val="28"/>
              </w:rPr>
            </w:pPr>
            <w:r w:rsidRPr="00170DC3">
              <w:rPr>
                <w:rFonts w:ascii="PT Astra Serif" w:hAnsi="PT Astra Serif" w:cs="PT Astra Serif"/>
                <w:sz w:val="28"/>
                <w:szCs w:val="28"/>
              </w:rPr>
              <w:t>Иной документ, подтверждающий возникновение денежного обязательства по бюджетному обязательству получателя бюджетных средств, возникшему на основании исполнительного документа</w:t>
            </w:r>
          </w:p>
        </w:tc>
      </w:tr>
      <w:tr w:rsidR="00DA5BAC" w:rsidRPr="00B44ECA">
        <w:trPr>
          <w:trHeight w:val="331"/>
        </w:trPr>
        <w:tc>
          <w:tcPr>
            <w:tcW w:w="567" w:type="dxa"/>
            <w:vMerge w:val="restart"/>
          </w:tcPr>
          <w:p w:rsidR="00DA5BAC" w:rsidRPr="00170DC3" w:rsidRDefault="00DA5BAC" w:rsidP="006605C9">
            <w:pPr>
              <w:pStyle w:val="ConsPlusNormal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bookmarkStart w:id="10" w:name="P833"/>
            <w:bookmarkEnd w:id="10"/>
            <w:r>
              <w:rPr>
                <w:rFonts w:ascii="PT Astra Serif" w:hAnsi="PT Astra Serif" w:cs="PT Astra Serif"/>
                <w:sz w:val="28"/>
                <w:szCs w:val="28"/>
              </w:rPr>
              <w:t>7</w:t>
            </w:r>
          </w:p>
        </w:tc>
        <w:tc>
          <w:tcPr>
            <w:tcW w:w="3798" w:type="dxa"/>
            <w:vMerge w:val="restart"/>
          </w:tcPr>
          <w:p w:rsidR="00DA5BAC" w:rsidRPr="00170DC3" w:rsidRDefault="00DA5BAC" w:rsidP="006605C9">
            <w:pPr>
              <w:pStyle w:val="ConsPlusNormal"/>
              <w:rPr>
                <w:rFonts w:ascii="PT Astra Serif" w:hAnsi="PT Astra Serif" w:cs="PT Astra Serif"/>
                <w:sz w:val="28"/>
                <w:szCs w:val="28"/>
              </w:rPr>
            </w:pPr>
            <w:r w:rsidRPr="00170DC3">
              <w:rPr>
                <w:rFonts w:ascii="PT Astra Serif" w:hAnsi="PT Astra Serif" w:cs="PT Astra Serif"/>
                <w:sz w:val="28"/>
                <w:szCs w:val="28"/>
              </w:rPr>
              <w:t>Решение налогового органа о взыскании налога, сбора, страховых взносов, пеней и штрафов (далее - решение налогового органа)</w:t>
            </w:r>
          </w:p>
        </w:tc>
        <w:tc>
          <w:tcPr>
            <w:tcW w:w="4678" w:type="dxa"/>
          </w:tcPr>
          <w:p w:rsidR="00DA5BAC" w:rsidRPr="00170DC3" w:rsidRDefault="00DA5BAC" w:rsidP="006605C9">
            <w:pPr>
              <w:pStyle w:val="ConsPlusNormal"/>
              <w:rPr>
                <w:rFonts w:ascii="PT Astra Serif" w:hAnsi="PT Astra Serif" w:cs="PT Astra Serif"/>
                <w:sz w:val="28"/>
                <w:szCs w:val="28"/>
              </w:rPr>
            </w:pPr>
            <w:r w:rsidRPr="00170DC3">
              <w:rPr>
                <w:rFonts w:ascii="PT Astra Serif" w:hAnsi="PT Astra Serif" w:cs="PT Astra Serif"/>
                <w:sz w:val="28"/>
                <w:szCs w:val="28"/>
              </w:rPr>
              <w:t>Решение налогового органа</w:t>
            </w:r>
          </w:p>
        </w:tc>
      </w:tr>
      <w:tr w:rsidR="00DA5BAC" w:rsidRPr="00B44ECA">
        <w:tc>
          <w:tcPr>
            <w:tcW w:w="567" w:type="dxa"/>
            <w:vMerge/>
          </w:tcPr>
          <w:p w:rsidR="00DA5BAC" w:rsidRPr="00B44ECA" w:rsidRDefault="00DA5BAC" w:rsidP="006605C9">
            <w:pPr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3798" w:type="dxa"/>
            <w:vMerge/>
          </w:tcPr>
          <w:p w:rsidR="00DA5BAC" w:rsidRPr="00B44ECA" w:rsidRDefault="00DA5BAC" w:rsidP="006605C9">
            <w:pPr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4678" w:type="dxa"/>
          </w:tcPr>
          <w:p w:rsidR="00DA5BAC" w:rsidRPr="00170DC3" w:rsidRDefault="00DA5BAC" w:rsidP="00CB7B88">
            <w:pPr>
              <w:pStyle w:val="ConsPlusNormal"/>
              <w:rPr>
                <w:rFonts w:ascii="PT Astra Serif" w:hAnsi="PT Astra Serif" w:cs="PT Astra Serif"/>
                <w:sz w:val="28"/>
                <w:szCs w:val="28"/>
              </w:rPr>
            </w:pPr>
            <w:r w:rsidRPr="00170DC3">
              <w:rPr>
                <w:rFonts w:ascii="PT Astra Serif" w:hAnsi="PT Astra Serif" w:cs="PT Astra Serif"/>
                <w:sz w:val="28"/>
                <w:szCs w:val="28"/>
              </w:rPr>
              <w:t>Иной документ, подтверждающий возникновение денежного обязательства по бюджетному обязательству получателя бюджетных средств, возникшему на основании решения налогового органа</w:t>
            </w:r>
          </w:p>
        </w:tc>
      </w:tr>
      <w:tr w:rsidR="00DA5BAC" w:rsidRPr="00B44ECA">
        <w:tc>
          <w:tcPr>
            <w:tcW w:w="567" w:type="dxa"/>
            <w:vMerge w:val="restart"/>
          </w:tcPr>
          <w:p w:rsidR="00DA5BAC" w:rsidRPr="00170DC3" w:rsidRDefault="00DA5BAC" w:rsidP="006605C9">
            <w:pPr>
              <w:pStyle w:val="ConsPlusNormal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bookmarkStart w:id="11" w:name="P839"/>
            <w:bookmarkEnd w:id="11"/>
            <w:r>
              <w:rPr>
                <w:rFonts w:ascii="PT Astra Serif" w:hAnsi="PT Astra Serif" w:cs="PT Astra Serif"/>
                <w:sz w:val="28"/>
                <w:szCs w:val="28"/>
              </w:rPr>
              <w:t>8</w:t>
            </w:r>
          </w:p>
        </w:tc>
        <w:tc>
          <w:tcPr>
            <w:tcW w:w="3798" w:type="dxa"/>
            <w:vMerge w:val="restart"/>
          </w:tcPr>
          <w:p w:rsidR="00DA5BAC" w:rsidRPr="00170DC3" w:rsidRDefault="00DA5BAC" w:rsidP="006605C9">
            <w:pPr>
              <w:pStyle w:val="ConsPlusNormal"/>
              <w:rPr>
                <w:rFonts w:ascii="PT Astra Serif" w:hAnsi="PT Astra Serif" w:cs="PT Astra Serif"/>
                <w:sz w:val="28"/>
                <w:szCs w:val="28"/>
              </w:rPr>
            </w:pPr>
            <w:r w:rsidRPr="00170DC3">
              <w:rPr>
                <w:rFonts w:ascii="PT Astra Serif" w:hAnsi="PT Astra Serif" w:cs="PT Astra Serif"/>
                <w:sz w:val="28"/>
                <w:szCs w:val="28"/>
              </w:rPr>
              <w:t xml:space="preserve">Документ, не определенный </w:t>
            </w:r>
            <w:hyperlink w:anchor="P750" w:history="1">
              <w:r w:rsidRPr="00170DC3">
                <w:rPr>
                  <w:rFonts w:ascii="PT Astra Serif" w:hAnsi="PT Astra Serif" w:cs="PT Astra Serif"/>
                  <w:sz w:val="28"/>
                  <w:szCs w:val="28"/>
                </w:rPr>
                <w:t>пунктами 1</w:t>
              </w:r>
            </w:hyperlink>
            <w:r w:rsidRPr="00170DC3">
              <w:rPr>
                <w:rFonts w:ascii="PT Astra Serif" w:hAnsi="PT Astra Serif" w:cs="PT Astra Serif"/>
                <w:sz w:val="28"/>
                <w:szCs w:val="28"/>
              </w:rPr>
              <w:t xml:space="preserve"> - </w:t>
            </w:r>
            <w:hyperlink w:anchor="P833" w:history="1">
              <w:r>
                <w:rPr>
                  <w:rFonts w:ascii="PT Astra Serif" w:hAnsi="PT Astra Serif" w:cs="PT Astra Serif"/>
                  <w:sz w:val="28"/>
                  <w:szCs w:val="28"/>
                </w:rPr>
                <w:t>7</w:t>
              </w:r>
            </w:hyperlink>
            <w:r w:rsidRPr="00170DC3">
              <w:rPr>
                <w:rFonts w:ascii="PT Astra Serif" w:hAnsi="PT Astra Serif" w:cs="PT Astra Serif"/>
                <w:sz w:val="28"/>
                <w:szCs w:val="28"/>
              </w:rPr>
              <w:t xml:space="preserve"> настоящего перечня, в соответствии с которым возникает бюджетное обязательство получателя бюджетных средств:</w:t>
            </w:r>
          </w:p>
          <w:p w:rsidR="00DA5BAC" w:rsidRPr="00170DC3" w:rsidRDefault="00DA5BAC" w:rsidP="006605C9">
            <w:pPr>
              <w:pStyle w:val="ConsPlusNormal"/>
              <w:rPr>
                <w:rFonts w:ascii="PT Astra Serif" w:hAnsi="PT Astra Serif" w:cs="PT Astra Serif"/>
                <w:sz w:val="28"/>
                <w:szCs w:val="28"/>
              </w:rPr>
            </w:pPr>
            <w:r w:rsidRPr="00170DC3">
              <w:rPr>
                <w:rFonts w:ascii="PT Astra Serif" w:hAnsi="PT Astra Serif" w:cs="PT Astra Serif"/>
                <w:sz w:val="28"/>
                <w:szCs w:val="28"/>
              </w:rPr>
              <w:t>- закон, иной нормативный правовой акт, в соответствии с которыми возникают публичные нормативные обязательства (публичные обязательства), обязательства по уплате платежей в бюджет (не требующие заключения договора);</w:t>
            </w:r>
          </w:p>
          <w:p w:rsidR="00DA5BAC" w:rsidRPr="00170DC3" w:rsidRDefault="00DA5BAC" w:rsidP="006605C9">
            <w:pPr>
              <w:pStyle w:val="ConsPlusNormal"/>
              <w:rPr>
                <w:rFonts w:ascii="PT Astra Serif" w:hAnsi="PT Astra Serif" w:cs="PT Astra Serif"/>
                <w:sz w:val="28"/>
                <w:szCs w:val="28"/>
              </w:rPr>
            </w:pPr>
            <w:r w:rsidRPr="00170DC3">
              <w:rPr>
                <w:rFonts w:ascii="PT Astra Serif" w:hAnsi="PT Astra Serif" w:cs="PT Astra Serif"/>
                <w:sz w:val="28"/>
                <w:szCs w:val="28"/>
              </w:rPr>
              <w:t xml:space="preserve">- договор, расчет по которому в соответствии с законодательством Российской Федерации осуществляется наличными деньгами, если получателем бюджетных средств в </w:t>
            </w:r>
            <w:r>
              <w:rPr>
                <w:rFonts w:ascii="PT Astra Serif" w:hAnsi="PT Astra Serif" w:cs="PT Astra Serif"/>
                <w:sz w:val="28"/>
                <w:szCs w:val="28"/>
              </w:rPr>
              <w:t>Финуправление</w:t>
            </w:r>
            <w:r w:rsidRPr="00170DC3">
              <w:rPr>
                <w:rFonts w:ascii="PT Astra Serif" w:hAnsi="PT Astra Serif" w:cs="PT Astra Serif"/>
                <w:sz w:val="28"/>
                <w:szCs w:val="28"/>
              </w:rPr>
              <w:t xml:space="preserve"> не направлены информация и документы по указанному договору для их включения в реестр контрактов;</w:t>
            </w:r>
          </w:p>
          <w:p w:rsidR="00DA5BAC" w:rsidRPr="00170DC3" w:rsidRDefault="00DA5BAC" w:rsidP="006605C9">
            <w:pPr>
              <w:pStyle w:val="ConsPlusNormal"/>
              <w:rPr>
                <w:rFonts w:ascii="PT Astra Serif" w:hAnsi="PT Astra Serif" w:cs="PT Astra Serif"/>
                <w:sz w:val="28"/>
                <w:szCs w:val="28"/>
              </w:rPr>
            </w:pPr>
            <w:r w:rsidRPr="00170DC3">
              <w:rPr>
                <w:rFonts w:ascii="PT Astra Serif" w:hAnsi="PT Astra Serif" w:cs="PT Astra Serif"/>
                <w:sz w:val="28"/>
                <w:szCs w:val="28"/>
              </w:rPr>
              <w:t>- договор на оказание услуг, выполнение работ, заключенный получателем бюджетных средств с физическим лицом, не являющимся индивидуальным предпринимателем.</w:t>
            </w:r>
          </w:p>
          <w:p w:rsidR="00DA5BAC" w:rsidRPr="00170DC3" w:rsidRDefault="00DA5BAC" w:rsidP="006605C9">
            <w:pPr>
              <w:pStyle w:val="ConsPlusNormal"/>
              <w:rPr>
                <w:rFonts w:ascii="PT Astra Serif" w:hAnsi="PT Astra Serif" w:cs="PT Astra Serif"/>
                <w:sz w:val="28"/>
                <w:szCs w:val="28"/>
              </w:rPr>
            </w:pPr>
            <w:r w:rsidRPr="00170DC3">
              <w:rPr>
                <w:rFonts w:ascii="PT Astra Serif" w:hAnsi="PT Astra Serif" w:cs="PT Astra Serif"/>
                <w:sz w:val="28"/>
                <w:szCs w:val="28"/>
              </w:rPr>
              <w:t xml:space="preserve">Иной документ, в соответствии с которым возникает бюджетное обязательство получателя средств </w:t>
            </w:r>
            <w:r>
              <w:rPr>
                <w:rFonts w:ascii="PT Astra Serif" w:hAnsi="PT Astra Serif" w:cs="PT Astra Serif"/>
                <w:sz w:val="28"/>
                <w:szCs w:val="28"/>
              </w:rPr>
              <w:t>бюджета муниципального образования</w:t>
            </w:r>
          </w:p>
        </w:tc>
        <w:tc>
          <w:tcPr>
            <w:tcW w:w="4678" w:type="dxa"/>
          </w:tcPr>
          <w:p w:rsidR="00DA5BAC" w:rsidRPr="00170DC3" w:rsidRDefault="00DA5BAC" w:rsidP="006605C9">
            <w:pPr>
              <w:pStyle w:val="ConsPlusNormal"/>
              <w:rPr>
                <w:rFonts w:ascii="PT Astra Serif" w:hAnsi="PT Astra Serif" w:cs="PT Astra Serif"/>
                <w:sz w:val="28"/>
                <w:szCs w:val="28"/>
              </w:rPr>
            </w:pPr>
            <w:hyperlink r:id="rId10" w:history="1">
              <w:r w:rsidRPr="00170DC3">
                <w:rPr>
                  <w:rFonts w:ascii="PT Astra Serif" w:hAnsi="PT Astra Serif" w:cs="PT Astra Serif"/>
                  <w:sz w:val="28"/>
                  <w:szCs w:val="28"/>
                </w:rPr>
                <w:t>Авансовый отчет</w:t>
              </w:r>
            </w:hyperlink>
            <w:r w:rsidRPr="00170DC3">
              <w:rPr>
                <w:rFonts w:ascii="PT Astra Serif" w:hAnsi="PT Astra Serif" w:cs="PT Astra Serif"/>
                <w:sz w:val="28"/>
                <w:szCs w:val="28"/>
              </w:rPr>
              <w:t xml:space="preserve"> (ф. 0504505)</w:t>
            </w:r>
          </w:p>
        </w:tc>
      </w:tr>
      <w:tr w:rsidR="00DA5BAC" w:rsidRPr="00B44ECA">
        <w:tc>
          <w:tcPr>
            <w:tcW w:w="567" w:type="dxa"/>
            <w:vMerge/>
          </w:tcPr>
          <w:p w:rsidR="00DA5BAC" w:rsidRPr="00B44ECA" w:rsidRDefault="00DA5BAC" w:rsidP="006605C9">
            <w:pPr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3798" w:type="dxa"/>
            <w:vMerge/>
          </w:tcPr>
          <w:p w:rsidR="00DA5BAC" w:rsidRPr="00B44ECA" w:rsidRDefault="00DA5BAC" w:rsidP="006605C9">
            <w:pPr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4678" w:type="dxa"/>
          </w:tcPr>
          <w:p w:rsidR="00DA5BAC" w:rsidRPr="00170DC3" w:rsidRDefault="00DA5BAC" w:rsidP="006605C9">
            <w:pPr>
              <w:pStyle w:val="ConsPlusNormal"/>
              <w:rPr>
                <w:rFonts w:ascii="PT Astra Serif" w:hAnsi="PT Astra Serif" w:cs="PT Astra Serif"/>
                <w:sz w:val="28"/>
                <w:szCs w:val="28"/>
              </w:rPr>
            </w:pPr>
            <w:r w:rsidRPr="00170DC3">
              <w:rPr>
                <w:rFonts w:ascii="PT Astra Serif" w:hAnsi="PT Astra Serif" w:cs="PT Astra Serif"/>
                <w:sz w:val="28"/>
                <w:szCs w:val="28"/>
              </w:rPr>
              <w:t>Акт выполненных работ</w:t>
            </w:r>
          </w:p>
        </w:tc>
      </w:tr>
      <w:tr w:rsidR="00DA5BAC" w:rsidRPr="00B44ECA">
        <w:tc>
          <w:tcPr>
            <w:tcW w:w="567" w:type="dxa"/>
            <w:vMerge/>
          </w:tcPr>
          <w:p w:rsidR="00DA5BAC" w:rsidRPr="00B44ECA" w:rsidRDefault="00DA5BAC" w:rsidP="006605C9">
            <w:pPr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3798" w:type="dxa"/>
            <w:vMerge/>
          </w:tcPr>
          <w:p w:rsidR="00DA5BAC" w:rsidRPr="00B44ECA" w:rsidRDefault="00DA5BAC" w:rsidP="006605C9">
            <w:pPr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4678" w:type="dxa"/>
          </w:tcPr>
          <w:p w:rsidR="00DA5BAC" w:rsidRPr="00170DC3" w:rsidRDefault="00DA5BAC" w:rsidP="006605C9">
            <w:pPr>
              <w:pStyle w:val="ConsPlusNormal"/>
              <w:rPr>
                <w:rFonts w:ascii="PT Astra Serif" w:hAnsi="PT Astra Serif" w:cs="PT Astra Serif"/>
                <w:sz w:val="28"/>
                <w:szCs w:val="28"/>
              </w:rPr>
            </w:pPr>
            <w:r w:rsidRPr="00170DC3">
              <w:rPr>
                <w:rFonts w:ascii="PT Astra Serif" w:hAnsi="PT Astra Serif" w:cs="PT Astra Serif"/>
                <w:sz w:val="28"/>
                <w:szCs w:val="28"/>
              </w:rPr>
              <w:t>Акт приема-передачи</w:t>
            </w:r>
          </w:p>
        </w:tc>
      </w:tr>
      <w:tr w:rsidR="00DA5BAC" w:rsidRPr="00B44ECA">
        <w:tc>
          <w:tcPr>
            <w:tcW w:w="567" w:type="dxa"/>
            <w:vMerge/>
          </w:tcPr>
          <w:p w:rsidR="00DA5BAC" w:rsidRPr="00B44ECA" w:rsidRDefault="00DA5BAC" w:rsidP="006605C9">
            <w:pPr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3798" w:type="dxa"/>
            <w:vMerge/>
          </w:tcPr>
          <w:p w:rsidR="00DA5BAC" w:rsidRPr="00B44ECA" w:rsidRDefault="00DA5BAC" w:rsidP="006605C9">
            <w:pPr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4678" w:type="dxa"/>
          </w:tcPr>
          <w:p w:rsidR="00DA5BAC" w:rsidRPr="00170DC3" w:rsidRDefault="00DA5BAC" w:rsidP="006605C9">
            <w:pPr>
              <w:pStyle w:val="ConsPlusNormal"/>
              <w:rPr>
                <w:rFonts w:ascii="PT Astra Serif" w:hAnsi="PT Astra Serif" w:cs="PT Astra Serif"/>
                <w:sz w:val="28"/>
                <w:szCs w:val="28"/>
              </w:rPr>
            </w:pPr>
            <w:r w:rsidRPr="00170DC3">
              <w:rPr>
                <w:rFonts w:ascii="PT Astra Serif" w:hAnsi="PT Astra Serif" w:cs="PT Astra Serif"/>
                <w:sz w:val="28"/>
                <w:szCs w:val="28"/>
              </w:rPr>
              <w:t>Акт об оказании услуг</w:t>
            </w:r>
          </w:p>
        </w:tc>
      </w:tr>
      <w:tr w:rsidR="00DA5BAC" w:rsidRPr="00B44ECA">
        <w:tc>
          <w:tcPr>
            <w:tcW w:w="567" w:type="dxa"/>
            <w:vMerge/>
          </w:tcPr>
          <w:p w:rsidR="00DA5BAC" w:rsidRPr="00B44ECA" w:rsidRDefault="00DA5BAC" w:rsidP="006605C9">
            <w:pPr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3798" w:type="dxa"/>
            <w:vMerge/>
          </w:tcPr>
          <w:p w:rsidR="00DA5BAC" w:rsidRPr="00B44ECA" w:rsidRDefault="00DA5BAC" w:rsidP="006605C9">
            <w:pPr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4678" w:type="dxa"/>
          </w:tcPr>
          <w:p w:rsidR="00DA5BAC" w:rsidRPr="00170DC3" w:rsidRDefault="00DA5BAC" w:rsidP="00CB7B88">
            <w:pPr>
              <w:pStyle w:val="ConsPlusNormal"/>
              <w:rPr>
                <w:rFonts w:ascii="PT Astra Serif" w:hAnsi="PT Astra Serif" w:cs="PT Astra Serif"/>
                <w:sz w:val="28"/>
                <w:szCs w:val="28"/>
              </w:rPr>
            </w:pPr>
            <w:r w:rsidRPr="00170DC3">
              <w:rPr>
                <w:rFonts w:ascii="PT Astra Serif" w:hAnsi="PT Astra Serif" w:cs="PT Astra Serif"/>
                <w:sz w:val="28"/>
                <w:szCs w:val="28"/>
              </w:rPr>
              <w:t>Договор на оказание услуг, выполнение работ, заключенный получателем бюджетных средств с физическим лицом, не являющимся индивидуальным предпринимателем</w:t>
            </w:r>
          </w:p>
        </w:tc>
      </w:tr>
      <w:tr w:rsidR="00DA5BAC" w:rsidRPr="00B44ECA">
        <w:tc>
          <w:tcPr>
            <w:tcW w:w="567" w:type="dxa"/>
            <w:vMerge/>
          </w:tcPr>
          <w:p w:rsidR="00DA5BAC" w:rsidRPr="00B44ECA" w:rsidRDefault="00DA5BAC" w:rsidP="006605C9">
            <w:pPr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3798" w:type="dxa"/>
            <w:vMerge/>
          </w:tcPr>
          <w:p w:rsidR="00DA5BAC" w:rsidRPr="00B44ECA" w:rsidRDefault="00DA5BAC" w:rsidP="006605C9">
            <w:pPr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4678" w:type="dxa"/>
          </w:tcPr>
          <w:p w:rsidR="00DA5BAC" w:rsidRPr="00170DC3" w:rsidRDefault="00DA5BAC" w:rsidP="006605C9">
            <w:pPr>
              <w:pStyle w:val="ConsPlusNormal"/>
              <w:rPr>
                <w:rFonts w:ascii="PT Astra Serif" w:hAnsi="PT Astra Serif" w:cs="PT Astra Serif"/>
                <w:sz w:val="28"/>
                <w:szCs w:val="28"/>
              </w:rPr>
            </w:pPr>
            <w:r w:rsidRPr="00170DC3">
              <w:rPr>
                <w:rFonts w:ascii="PT Astra Serif" w:hAnsi="PT Astra Serif" w:cs="PT Astra Serif"/>
                <w:sz w:val="28"/>
                <w:szCs w:val="28"/>
              </w:rPr>
              <w:t>Заявление на выдачу денежных средств под отчет</w:t>
            </w:r>
          </w:p>
        </w:tc>
      </w:tr>
      <w:tr w:rsidR="00DA5BAC" w:rsidRPr="00B44ECA">
        <w:tc>
          <w:tcPr>
            <w:tcW w:w="567" w:type="dxa"/>
            <w:vMerge/>
          </w:tcPr>
          <w:p w:rsidR="00DA5BAC" w:rsidRPr="00B44ECA" w:rsidRDefault="00DA5BAC" w:rsidP="006605C9">
            <w:pPr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3798" w:type="dxa"/>
            <w:vMerge/>
          </w:tcPr>
          <w:p w:rsidR="00DA5BAC" w:rsidRPr="00B44ECA" w:rsidRDefault="00DA5BAC" w:rsidP="006605C9">
            <w:pPr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4678" w:type="dxa"/>
          </w:tcPr>
          <w:p w:rsidR="00DA5BAC" w:rsidRPr="00170DC3" w:rsidRDefault="00DA5BAC" w:rsidP="006605C9">
            <w:pPr>
              <w:pStyle w:val="ConsPlusNormal"/>
              <w:rPr>
                <w:rFonts w:ascii="PT Astra Serif" w:hAnsi="PT Astra Serif" w:cs="PT Astra Serif"/>
                <w:sz w:val="28"/>
                <w:szCs w:val="28"/>
              </w:rPr>
            </w:pPr>
            <w:r w:rsidRPr="00170DC3">
              <w:rPr>
                <w:rFonts w:ascii="PT Astra Serif" w:hAnsi="PT Astra Serif" w:cs="PT Astra Serif"/>
                <w:sz w:val="28"/>
                <w:szCs w:val="28"/>
              </w:rPr>
              <w:t>Заявление физического лица</w:t>
            </w:r>
          </w:p>
        </w:tc>
      </w:tr>
      <w:tr w:rsidR="00DA5BAC" w:rsidRPr="00B44ECA">
        <w:tc>
          <w:tcPr>
            <w:tcW w:w="567" w:type="dxa"/>
            <w:vMerge/>
          </w:tcPr>
          <w:p w:rsidR="00DA5BAC" w:rsidRPr="00B44ECA" w:rsidRDefault="00DA5BAC" w:rsidP="006605C9">
            <w:pPr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3798" w:type="dxa"/>
            <w:vMerge/>
          </w:tcPr>
          <w:p w:rsidR="00DA5BAC" w:rsidRPr="00B44ECA" w:rsidRDefault="00DA5BAC" w:rsidP="006605C9">
            <w:pPr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4678" w:type="dxa"/>
          </w:tcPr>
          <w:p w:rsidR="00DA5BAC" w:rsidRPr="00170DC3" w:rsidRDefault="00DA5BAC" w:rsidP="006605C9">
            <w:pPr>
              <w:pStyle w:val="ConsPlusNormal"/>
              <w:rPr>
                <w:rFonts w:ascii="PT Astra Serif" w:hAnsi="PT Astra Serif" w:cs="PT Astra Serif"/>
                <w:sz w:val="28"/>
                <w:szCs w:val="28"/>
              </w:rPr>
            </w:pPr>
            <w:r w:rsidRPr="00170DC3">
              <w:rPr>
                <w:rFonts w:ascii="PT Astra Serif" w:hAnsi="PT Astra Serif" w:cs="PT Astra Serif"/>
                <w:sz w:val="28"/>
                <w:szCs w:val="28"/>
              </w:rPr>
              <w:t>Квитанция</w:t>
            </w:r>
          </w:p>
        </w:tc>
      </w:tr>
      <w:tr w:rsidR="00DA5BAC" w:rsidRPr="00B44ECA">
        <w:tc>
          <w:tcPr>
            <w:tcW w:w="567" w:type="dxa"/>
            <w:vMerge/>
          </w:tcPr>
          <w:p w:rsidR="00DA5BAC" w:rsidRPr="00B44ECA" w:rsidRDefault="00DA5BAC" w:rsidP="006605C9">
            <w:pPr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3798" w:type="dxa"/>
            <w:vMerge/>
          </w:tcPr>
          <w:p w:rsidR="00DA5BAC" w:rsidRPr="00B44ECA" w:rsidRDefault="00DA5BAC" w:rsidP="006605C9">
            <w:pPr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4678" w:type="dxa"/>
          </w:tcPr>
          <w:p w:rsidR="00DA5BAC" w:rsidRPr="00170DC3" w:rsidRDefault="00DA5BAC" w:rsidP="006605C9">
            <w:pPr>
              <w:pStyle w:val="ConsPlusNormal"/>
              <w:rPr>
                <w:rFonts w:ascii="PT Astra Serif" w:hAnsi="PT Astra Serif" w:cs="PT Astra Serif"/>
                <w:sz w:val="28"/>
                <w:szCs w:val="28"/>
              </w:rPr>
            </w:pPr>
            <w:r w:rsidRPr="00170DC3">
              <w:rPr>
                <w:rFonts w:ascii="PT Astra Serif" w:hAnsi="PT Astra Serif" w:cs="PT Astra Serif"/>
                <w:sz w:val="28"/>
                <w:szCs w:val="28"/>
              </w:rPr>
              <w:t>Приказ о направлении в командировку с прилагаемым расчетом командировочных сумм</w:t>
            </w:r>
          </w:p>
        </w:tc>
      </w:tr>
      <w:tr w:rsidR="00DA5BAC" w:rsidRPr="00B44ECA">
        <w:tc>
          <w:tcPr>
            <w:tcW w:w="567" w:type="dxa"/>
            <w:vMerge/>
          </w:tcPr>
          <w:p w:rsidR="00DA5BAC" w:rsidRPr="00B44ECA" w:rsidRDefault="00DA5BAC" w:rsidP="006605C9">
            <w:pPr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3798" w:type="dxa"/>
            <w:vMerge/>
          </w:tcPr>
          <w:p w:rsidR="00DA5BAC" w:rsidRPr="00B44ECA" w:rsidRDefault="00DA5BAC" w:rsidP="006605C9">
            <w:pPr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4678" w:type="dxa"/>
          </w:tcPr>
          <w:p w:rsidR="00DA5BAC" w:rsidRPr="00170DC3" w:rsidRDefault="00DA5BAC" w:rsidP="006605C9">
            <w:pPr>
              <w:pStyle w:val="ConsPlusNormal"/>
              <w:rPr>
                <w:rFonts w:ascii="PT Astra Serif" w:hAnsi="PT Astra Serif" w:cs="PT Astra Serif"/>
                <w:sz w:val="28"/>
                <w:szCs w:val="28"/>
              </w:rPr>
            </w:pPr>
            <w:r w:rsidRPr="00170DC3">
              <w:rPr>
                <w:rFonts w:ascii="PT Astra Serif" w:hAnsi="PT Astra Serif" w:cs="PT Astra Serif"/>
                <w:sz w:val="28"/>
                <w:szCs w:val="28"/>
              </w:rPr>
              <w:t>Служебная записка</w:t>
            </w:r>
          </w:p>
        </w:tc>
      </w:tr>
      <w:tr w:rsidR="00DA5BAC" w:rsidRPr="00B44ECA">
        <w:tc>
          <w:tcPr>
            <w:tcW w:w="567" w:type="dxa"/>
            <w:vMerge/>
          </w:tcPr>
          <w:p w:rsidR="00DA5BAC" w:rsidRPr="00B44ECA" w:rsidRDefault="00DA5BAC" w:rsidP="006605C9">
            <w:pPr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3798" w:type="dxa"/>
            <w:vMerge/>
          </w:tcPr>
          <w:p w:rsidR="00DA5BAC" w:rsidRPr="00B44ECA" w:rsidRDefault="00DA5BAC" w:rsidP="006605C9">
            <w:pPr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4678" w:type="dxa"/>
          </w:tcPr>
          <w:p w:rsidR="00DA5BAC" w:rsidRPr="00170DC3" w:rsidRDefault="00DA5BAC" w:rsidP="006605C9">
            <w:pPr>
              <w:pStyle w:val="ConsPlusNormal"/>
              <w:rPr>
                <w:rFonts w:ascii="PT Astra Serif" w:hAnsi="PT Astra Serif" w:cs="PT Astra Serif"/>
                <w:sz w:val="28"/>
                <w:szCs w:val="28"/>
              </w:rPr>
            </w:pPr>
            <w:r w:rsidRPr="00170DC3">
              <w:rPr>
                <w:rFonts w:ascii="PT Astra Serif" w:hAnsi="PT Astra Serif" w:cs="PT Astra Serif"/>
                <w:sz w:val="28"/>
                <w:szCs w:val="28"/>
              </w:rPr>
              <w:t>Справка-расчет</w:t>
            </w:r>
          </w:p>
        </w:tc>
      </w:tr>
      <w:tr w:rsidR="00DA5BAC" w:rsidRPr="00B44ECA">
        <w:tc>
          <w:tcPr>
            <w:tcW w:w="567" w:type="dxa"/>
            <w:vMerge/>
          </w:tcPr>
          <w:p w:rsidR="00DA5BAC" w:rsidRPr="00B44ECA" w:rsidRDefault="00DA5BAC" w:rsidP="006605C9">
            <w:pPr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3798" w:type="dxa"/>
            <w:vMerge/>
          </w:tcPr>
          <w:p w:rsidR="00DA5BAC" w:rsidRPr="00B44ECA" w:rsidRDefault="00DA5BAC" w:rsidP="006605C9">
            <w:pPr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4678" w:type="dxa"/>
          </w:tcPr>
          <w:p w:rsidR="00DA5BAC" w:rsidRPr="00170DC3" w:rsidRDefault="00DA5BAC" w:rsidP="006605C9">
            <w:pPr>
              <w:pStyle w:val="ConsPlusNormal"/>
              <w:rPr>
                <w:rFonts w:ascii="PT Astra Serif" w:hAnsi="PT Astra Serif" w:cs="PT Astra Serif"/>
                <w:sz w:val="28"/>
                <w:szCs w:val="28"/>
              </w:rPr>
            </w:pPr>
            <w:r w:rsidRPr="00170DC3">
              <w:rPr>
                <w:rFonts w:ascii="PT Astra Serif" w:hAnsi="PT Astra Serif" w:cs="PT Astra Serif"/>
                <w:sz w:val="28"/>
                <w:szCs w:val="28"/>
              </w:rPr>
              <w:t>Чек</w:t>
            </w:r>
          </w:p>
        </w:tc>
      </w:tr>
      <w:tr w:rsidR="00DA5BAC" w:rsidRPr="00B44ECA">
        <w:tc>
          <w:tcPr>
            <w:tcW w:w="567" w:type="dxa"/>
            <w:vMerge/>
          </w:tcPr>
          <w:p w:rsidR="00DA5BAC" w:rsidRPr="00B44ECA" w:rsidRDefault="00DA5BAC" w:rsidP="006605C9">
            <w:pPr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3798" w:type="dxa"/>
            <w:vMerge/>
          </w:tcPr>
          <w:p w:rsidR="00DA5BAC" w:rsidRPr="00B44ECA" w:rsidRDefault="00DA5BAC" w:rsidP="006605C9">
            <w:pPr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4678" w:type="dxa"/>
          </w:tcPr>
          <w:p w:rsidR="00DA5BAC" w:rsidRPr="00170DC3" w:rsidRDefault="00DA5BAC" w:rsidP="00CB7B88">
            <w:pPr>
              <w:pStyle w:val="ConsPlusNormal"/>
              <w:rPr>
                <w:rFonts w:ascii="PT Astra Serif" w:hAnsi="PT Astra Serif" w:cs="PT Astra Serif"/>
                <w:sz w:val="28"/>
                <w:szCs w:val="28"/>
              </w:rPr>
            </w:pPr>
            <w:r w:rsidRPr="00170DC3">
              <w:rPr>
                <w:rFonts w:ascii="PT Astra Serif" w:hAnsi="PT Astra Serif" w:cs="PT Astra Serif"/>
                <w:sz w:val="28"/>
                <w:szCs w:val="28"/>
              </w:rPr>
              <w:t>Иной документ, подтверждающий возникновение денежного обязательства по бюджетному обязательству получателя бюджетных средств</w:t>
            </w:r>
          </w:p>
        </w:tc>
      </w:tr>
    </w:tbl>
    <w:p w:rsidR="00DA5BAC" w:rsidRPr="00BB7906" w:rsidRDefault="00DA5BAC">
      <w:pPr>
        <w:rPr>
          <w:rFonts w:ascii="Times New Roman" w:hAnsi="Times New Roman" w:cs="Times New Roman"/>
          <w:sz w:val="28"/>
          <w:szCs w:val="28"/>
        </w:rPr>
      </w:pPr>
    </w:p>
    <w:sectPr w:rsidR="00DA5BAC" w:rsidRPr="00BB7906" w:rsidSect="00C60A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7906"/>
    <w:rsid w:val="00001D83"/>
    <w:rsid w:val="00002F52"/>
    <w:rsid w:val="00004763"/>
    <w:rsid w:val="000075FC"/>
    <w:rsid w:val="00010425"/>
    <w:rsid w:val="00010B26"/>
    <w:rsid w:val="00015E6E"/>
    <w:rsid w:val="0002038B"/>
    <w:rsid w:val="00021CE1"/>
    <w:rsid w:val="000247B0"/>
    <w:rsid w:val="0002664D"/>
    <w:rsid w:val="0003394A"/>
    <w:rsid w:val="00043416"/>
    <w:rsid w:val="00043A95"/>
    <w:rsid w:val="0005124D"/>
    <w:rsid w:val="000550E0"/>
    <w:rsid w:val="00063A37"/>
    <w:rsid w:val="00063EAB"/>
    <w:rsid w:val="00063F09"/>
    <w:rsid w:val="000668E3"/>
    <w:rsid w:val="00071240"/>
    <w:rsid w:val="00076B29"/>
    <w:rsid w:val="00080343"/>
    <w:rsid w:val="000878A0"/>
    <w:rsid w:val="00095161"/>
    <w:rsid w:val="0009797A"/>
    <w:rsid w:val="000A258C"/>
    <w:rsid w:val="000A4293"/>
    <w:rsid w:val="000B3068"/>
    <w:rsid w:val="000C5541"/>
    <w:rsid w:val="000D25D7"/>
    <w:rsid w:val="000E3B60"/>
    <w:rsid w:val="000E73A4"/>
    <w:rsid w:val="000F4453"/>
    <w:rsid w:val="0010034E"/>
    <w:rsid w:val="00105BC2"/>
    <w:rsid w:val="00106C22"/>
    <w:rsid w:val="00115D6B"/>
    <w:rsid w:val="00115F7E"/>
    <w:rsid w:val="0011781E"/>
    <w:rsid w:val="00125BFB"/>
    <w:rsid w:val="00137EC5"/>
    <w:rsid w:val="00143A34"/>
    <w:rsid w:val="00145CEF"/>
    <w:rsid w:val="00162317"/>
    <w:rsid w:val="001659D0"/>
    <w:rsid w:val="00165C56"/>
    <w:rsid w:val="001673CD"/>
    <w:rsid w:val="00170DC3"/>
    <w:rsid w:val="00175694"/>
    <w:rsid w:val="00180409"/>
    <w:rsid w:val="0018598C"/>
    <w:rsid w:val="00186162"/>
    <w:rsid w:val="001A2C5F"/>
    <w:rsid w:val="001B0F84"/>
    <w:rsid w:val="001B1724"/>
    <w:rsid w:val="001B3621"/>
    <w:rsid w:val="001C5E43"/>
    <w:rsid w:val="001D2C8C"/>
    <w:rsid w:val="001E2BD9"/>
    <w:rsid w:val="001E4172"/>
    <w:rsid w:val="001F22FD"/>
    <w:rsid w:val="001F3B83"/>
    <w:rsid w:val="00202CD9"/>
    <w:rsid w:val="00207C4C"/>
    <w:rsid w:val="002167DF"/>
    <w:rsid w:val="00217663"/>
    <w:rsid w:val="00217F2B"/>
    <w:rsid w:val="00223959"/>
    <w:rsid w:val="00226F17"/>
    <w:rsid w:val="002332FC"/>
    <w:rsid w:val="00235D25"/>
    <w:rsid w:val="002437A4"/>
    <w:rsid w:val="002478A0"/>
    <w:rsid w:val="00252612"/>
    <w:rsid w:val="00260331"/>
    <w:rsid w:val="00260BEE"/>
    <w:rsid w:val="00264618"/>
    <w:rsid w:val="00271996"/>
    <w:rsid w:val="00274DA8"/>
    <w:rsid w:val="00287AF9"/>
    <w:rsid w:val="00287CD0"/>
    <w:rsid w:val="00291220"/>
    <w:rsid w:val="002A030B"/>
    <w:rsid w:val="002A0577"/>
    <w:rsid w:val="002B0D41"/>
    <w:rsid w:val="002B4E41"/>
    <w:rsid w:val="002B4E43"/>
    <w:rsid w:val="002B55D7"/>
    <w:rsid w:val="002C02A4"/>
    <w:rsid w:val="002C1E80"/>
    <w:rsid w:val="002C44BA"/>
    <w:rsid w:val="002C4756"/>
    <w:rsid w:val="002C7CDC"/>
    <w:rsid w:val="002D2797"/>
    <w:rsid w:val="002D4852"/>
    <w:rsid w:val="002E20F0"/>
    <w:rsid w:val="002E3CD8"/>
    <w:rsid w:val="002E6018"/>
    <w:rsid w:val="002F4136"/>
    <w:rsid w:val="003060F1"/>
    <w:rsid w:val="00306AC6"/>
    <w:rsid w:val="00316B69"/>
    <w:rsid w:val="0032071F"/>
    <w:rsid w:val="00320AC5"/>
    <w:rsid w:val="00320C84"/>
    <w:rsid w:val="003243E1"/>
    <w:rsid w:val="00325FE5"/>
    <w:rsid w:val="003264BD"/>
    <w:rsid w:val="00331A2C"/>
    <w:rsid w:val="00332AD1"/>
    <w:rsid w:val="00336D10"/>
    <w:rsid w:val="00340675"/>
    <w:rsid w:val="00341F44"/>
    <w:rsid w:val="00343093"/>
    <w:rsid w:val="00343A4A"/>
    <w:rsid w:val="00343B0A"/>
    <w:rsid w:val="003451EC"/>
    <w:rsid w:val="00347458"/>
    <w:rsid w:val="003501DE"/>
    <w:rsid w:val="00350E5D"/>
    <w:rsid w:val="00352439"/>
    <w:rsid w:val="00352861"/>
    <w:rsid w:val="003607D1"/>
    <w:rsid w:val="00364978"/>
    <w:rsid w:val="00365AB1"/>
    <w:rsid w:val="003748A4"/>
    <w:rsid w:val="00377E82"/>
    <w:rsid w:val="003809BA"/>
    <w:rsid w:val="00380FEC"/>
    <w:rsid w:val="0038252B"/>
    <w:rsid w:val="00383C69"/>
    <w:rsid w:val="0038468B"/>
    <w:rsid w:val="003A0EFC"/>
    <w:rsid w:val="003A6700"/>
    <w:rsid w:val="003B6E5B"/>
    <w:rsid w:val="003B6F6C"/>
    <w:rsid w:val="003B74CD"/>
    <w:rsid w:val="003C297A"/>
    <w:rsid w:val="003D19C8"/>
    <w:rsid w:val="003E0BF0"/>
    <w:rsid w:val="003E225C"/>
    <w:rsid w:val="003E3630"/>
    <w:rsid w:val="003E53CB"/>
    <w:rsid w:val="003E66C7"/>
    <w:rsid w:val="003F20CF"/>
    <w:rsid w:val="003F211C"/>
    <w:rsid w:val="00400ED3"/>
    <w:rsid w:val="004048D0"/>
    <w:rsid w:val="00407065"/>
    <w:rsid w:val="00410966"/>
    <w:rsid w:val="00412BF6"/>
    <w:rsid w:val="00416AFC"/>
    <w:rsid w:val="00417105"/>
    <w:rsid w:val="004236BE"/>
    <w:rsid w:val="0043145C"/>
    <w:rsid w:val="0044027D"/>
    <w:rsid w:val="00441A12"/>
    <w:rsid w:val="00446374"/>
    <w:rsid w:val="004550E7"/>
    <w:rsid w:val="00455A77"/>
    <w:rsid w:val="00460636"/>
    <w:rsid w:val="004620BD"/>
    <w:rsid w:val="004641F6"/>
    <w:rsid w:val="00464DDE"/>
    <w:rsid w:val="00465F61"/>
    <w:rsid w:val="00466985"/>
    <w:rsid w:val="00467616"/>
    <w:rsid w:val="0047161F"/>
    <w:rsid w:val="004723CC"/>
    <w:rsid w:val="004731F5"/>
    <w:rsid w:val="00473CC0"/>
    <w:rsid w:val="00475EFA"/>
    <w:rsid w:val="00480912"/>
    <w:rsid w:val="004871BE"/>
    <w:rsid w:val="0049403A"/>
    <w:rsid w:val="00494320"/>
    <w:rsid w:val="004969AE"/>
    <w:rsid w:val="004972BE"/>
    <w:rsid w:val="004A10C6"/>
    <w:rsid w:val="004B2D7C"/>
    <w:rsid w:val="004B59DF"/>
    <w:rsid w:val="004B7B3E"/>
    <w:rsid w:val="004C1D70"/>
    <w:rsid w:val="004C3EAA"/>
    <w:rsid w:val="004D6318"/>
    <w:rsid w:val="004D6483"/>
    <w:rsid w:val="004E03D6"/>
    <w:rsid w:val="004E7014"/>
    <w:rsid w:val="004F039D"/>
    <w:rsid w:val="004F3F7C"/>
    <w:rsid w:val="004F714D"/>
    <w:rsid w:val="00502528"/>
    <w:rsid w:val="0050333C"/>
    <w:rsid w:val="00503627"/>
    <w:rsid w:val="005058BD"/>
    <w:rsid w:val="00515CE2"/>
    <w:rsid w:val="00516289"/>
    <w:rsid w:val="00520EAE"/>
    <w:rsid w:val="00533C88"/>
    <w:rsid w:val="00537E35"/>
    <w:rsid w:val="00564073"/>
    <w:rsid w:val="00564759"/>
    <w:rsid w:val="005660B0"/>
    <w:rsid w:val="00566AB6"/>
    <w:rsid w:val="005706F8"/>
    <w:rsid w:val="005723DD"/>
    <w:rsid w:val="00590320"/>
    <w:rsid w:val="005A7CA5"/>
    <w:rsid w:val="005B5D2E"/>
    <w:rsid w:val="005C0D6C"/>
    <w:rsid w:val="005C1DC6"/>
    <w:rsid w:val="005C31C9"/>
    <w:rsid w:val="005C3A06"/>
    <w:rsid w:val="005C4FDD"/>
    <w:rsid w:val="005C53E2"/>
    <w:rsid w:val="005C55AA"/>
    <w:rsid w:val="005C680E"/>
    <w:rsid w:val="005C6E64"/>
    <w:rsid w:val="005C7B2D"/>
    <w:rsid w:val="005E5747"/>
    <w:rsid w:val="005F4ED7"/>
    <w:rsid w:val="005F6017"/>
    <w:rsid w:val="005F73DB"/>
    <w:rsid w:val="00600F12"/>
    <w:rsid w:val="006101AC"/>
    <w:rsid w:val="00611662"/>
    <w:rsid w:val="00617CB7"/>
    <w:rsid w:val="0062066D"/>
    <w:rsid w:val="006209B8"/>
    <w:rsid w:val="0064416D"/>
    <w:rsid w:val="006565F6"/>
    <w:rsid w:val="006605C9"/>
    <w:rsid w:val="0066362C"/>
    <w:rsid w:val="00672C50"/>
    <w:rsid w:val="0067307A"/>
    <w:rsid w:val="00673B4A"/>
    <w:rsid w:val="00673BCE"/>
    <w:rsid w:val="00677E62"/>
    <w:rsid w:val="0068294F"/>
    <w:rsid w:val="006845F1"/>
    <w:rsid w:val="006851C5"/>
    <w:rsid w:val="0069450F"/>
    <w:rsid w:val="00695421"/>
    <w:rsid w:val="00697262"/>
    <w:rsid w:val="006A0CE0"/>
    <w:rsid w:val="006A285D"/>
    <w:rsid w:val="006A2C75"/>
    <w:rsid w:val="006A3D19"/>
    <w:rsid w:val="006B7945"/>
    <w:rsid w:val="006C4696"/>
    <w:rsid w:val="006C6BAD"/>
    <w:rsid w:val="006C7050"/>
    <w:rsid w:val="006D4454"/>
    <w:rsid w:val="006D642C"/>
    <w:rsid w:val="006E0E38"/>
    <w:rsid w:val="006E1A0D"/>
    <w:rsid w:val="006E229F"/>
    <w:rsid w:val="006E32B2"/>
    <w:rsid w:val="006E35BF"/>
    <w:rsid w:val="006E4BF2"/>
    <w:rsid w:val="006F0904"/>
    <w:rsid w:val="006F5EAE"/>
    <w:rsid w:val="007018F0"/>
    <w:rsid w:val="00701930"/>
    <w:rsid w:val="00705083"/>
    <w:rsid w:val="007056EB"/>
    <w:rsid w:val="007138E2"/>
    <w:rsid w:val="0071426C"/>
    <w:rsid w:val="00717FB3"/>
    <w:rsid w:val="00720D91"/>
    <w:rsid w:val="0072207D"/>
    <w:rsid w:val="00740115"/>
    <w:rsid w:val="007509F1"/>
    <w:rsid w:val="00751F6B"/>
    <w:rsid w:val="00752AC7"/>
    <w:rsid w:val="00753B1F"/>
    <w:rsid w:val="007574A9"/>
    <w:rsid w:val="00761B23"/>
    <w:rsid w:val="00764871"/>
    <w:rsid w:val="00771242"/>
    <w:rsid w:val="007749EE"/>
    <w:rsid w:val="007810EC"/>
    <w:rsid w:val="00781ED9"/>
    <w:rsid w:val="00784895"/>
    <w:rsid w:val="00787CAC"/>
    <w:rsid w:val="00794BDA"/>
    <w:rsid w:val="007A09A2"/>
    <w:rsid w:val="007A19E1"/>
    <w:rsid w:val="007B3464"/>
    <w:rsid w:val="007B38E2"/>
    <w:rsid w:val="007C08E2"/>
    <w:rsid w:val="007C31E1"/>
    <w:rsid w:val="007C4B9B"/>
    <w:rsid w:val="007C5E15"/>
    <w:rsid w:val="007D1162"/>
    <w:rsid w:val="007D2779"/>
    <w:rsid w:val="007D510E"/>
    <w:rsid w:val="007E0953"/>
    <w:rsid w:val="007E0C52"/>
    <w:rsid w:val="007E6F0B"/>
    <w:rsid w:val="007E706E"/>
    <w:rsid w:val="00806355"/>
    <w:rsid w:val="008126E9"/>
    <w:rsid w:val="008147F2"/>
    <w:rsid w:val="00820B37"/>
    <w:rsid w:val="00824E63"/>
    <w:rsid w:val="00827728"/>
    <w:rsid w:val="00830392"/>
    <w:rsid w:val="00831DC8"/>
    <w:rsid w:val="00840E73"/>
    <w:rsid w:val="00843D0E"/>
    <w:rsid w:val="0085380D"/>
    <w:rsid w:val="008544DC"/>
    <w:rsid w:val="00854AB1"/>
    <w:rsid w:val="00867732"/>
    <w:rsid w:val="00875B72"/>
    <w:rsid w:val="00880C41"/>
    <w:rsid w:val="008814F8"/>
    <w:rsid w:val="00881B36"/>
    <w:rsid w:val="0089096D"/>
    <w:rsid w:val="0089192D"/>
    <w:rsid w:val="008935C1"/>
    <w:rsid w:val="008C16B7"/>
    <w:rsid w:val="008C2D2D"/>
    <w:rsid w:val="008C3BFB"/>
    <w:rsid w:val="008C41CE"/>
    <w:rsid w:val="008E2261"/>
    <w:rsid w:val="008E678A"/>
    <w:rsid w:val="008F0708"/>
    <w:rsid w:val="0090008C"/>
    <w:rsid w:val="009244FC"/>
    <w:rsid w:val="009271F8"/>
    <w:rsid w:val="009378D5"/>
    <w:rsid w:val="00941F0D"/>
    <w:rsid w:val="0094268A"/>
    <w:rsid w:val="00943243"/>
    <w:rsid w:val="00943265"/>
    <w:rsid w:val="00946DA3"/>
    <w:rsid w:val="00950C42"/>
    <w:rsid w:val="0095790B"/>
    <w:rsid w:val="00963BCD"/>
    <w:rsid w:val="009742EC"/>
    <w:rsid w:val="00980383"/>
    <w:rsid w:val="00983CE2"/>
    <w:rsid w:val="009912F1"/>
    <w:rsid w:val="009A1C94"/>
    <w:rsid w:val="009A20B3"/>
    <w:rsid w:val="009B3DFB"/>
    <w:rsid w:val="009B64CA"/>
    <w:rsid w:val="009F17D7"/>
    <w:rsid w:val="00A0741D"/>
    <w:rsid w:val="00A3187C"/>
    <w:rsid w:val="00A356D7"/>
    <w:rsid w:val="00A40FF6"/>
    <w:rsid w:val="00A41F05"/>
    <w:rsid w:val="00A4663E"/>
    <w:rsid w:val="00A54D09"/>
    <w:rsid w:val="00A610AD"/>
    <w:rsid w:val="00A65ED0"/>
    <w:rsid w:val="00A70BF5"/>
    <w:rsid w:val="00A73C7B"/>
    <w:rsid w:val="00A81BAF"/>
    <w:rsid w:val="00A913BA"/>
    <w:rsid w:val="00A9172C"/>
    <w:rsid w:val="00A92943"/>
    <w:rsid w:val="00AA75BD"/>
    <w:rsid w:val="00AB2393"/>
    <w:rsid w:val="00AB48F8"/>
    <w:rsid w:val="00AC3016"/>
    <w:rsid w:val="00AC4ADF"/>
    <w:rsid w:val="00AD0797"/>
    <w:rsid w:val="00AD3ABC"/>
    <w:rsid w:val="00AD3CE0"/>
    <w:rsid w:val="00AE06B2"/>
    <w:rsid w:val="00AE7341"/>
    <w:rsid w:val="00AE7C6C"/>
    <w:rsid w:val="00AF1061"/>
    <w:rsid w:val="00AF5084"/>
    <w:rsid w:val="00AF50F9"/>
    <w:rsid w:val="00AF5B27"/>
    <w:rsid w:val="00B141FA"/>
    <w:rsid w:val="00B21981"/>
    <w:rsid w:val="00B30A43"/>
    <w:rsid w:val="00B31A10"/>
    <w:rsid w:val="00B31DB4"/>
    <w:rsid w:val="00B366DB"/>
    <w:rsid w:val="00B3735E"/>
    <w:rsid w:val="00B44ECA"/>
    <w:rsid w:val="00B506C7"/>
    <w:rsid w:val="00B530B0"/>
    <w:rsid w:val="00B536CB"/>
    <w:rsid w:val="00B64065"/>
    <w:rsid w:val="00B65F4D"/>
    <w:rsid w:val="00B70BC3"/>
    <w:rsid w:val="00B70D32"/>
    <w:rsid w:val="00B72652"/>
    <w:rsid w:val="00B77922"/>
    <w:rsid w:val="00B8536A"/>
    <w:rsid w:val="00B90468"/>
    <w:rsid w:val="00B90767"/>
    <w:rsid w:val="00B93D11"/>
    <w:rsid w:val="00BB2253"/>
    <w:rsid w:val="00BB7565"/>
    <w:rsid w:val="00BB7906"/>
    <w:rsid w:val="00BC08C9"/>
    <w:rsid w:val="00BC0E1C"/>
    <w:rsid w:val="00BC39FC"/>
    <w:rsid w:val="00BC6A5C"/>
    <w:rsid w:val="00BC7859"/>
    <w:rsid w:val="00BD0F17"/>
    <w:rsid w:val="00BD1B1D"/>
    <w:rsid w:val="00BD22E2"/>
    <w:rsid w:val="00BD42AC"/>
    <w:rsid w:val="00BD628F"/>
    <w:rsid w:val="00BE7EA2"/>
    <w:rsid w:val="00C07AA1"/>
    <w:rsid w:val="00C136C5"/>
    <w:rsid w:val="00C15E60"/>
    <w:rsid w:val="00C170AF"/>
    <w:rsid w:val="00C2522E"/>
    <w:rsid w:val="00C31F43"/>
    <w:rsid w:val="00C3294E"/>
    <w:rsid w:val="00C35E5E"/>
    <w:rsid w:val="00C4399C"/>
    <w:rsid w:val="00C46A97"/>
    <w:rsid w:val="00C525C7"/>
    <w:rsid w:val="00C52741"/>
    <w:rsid w:val="00C52B7C"/>
    <w:rsid w:val="00C53AEF"/>
    <w:rsid w:val="00C57CEB"/>
    <w:rsid w:val="00C60A7D"/>
    <w:rsid w:val="00C60AE5"/>
    <w:rsid w:val="00C62BAA"/>
    <w:rsid w:val="00C64B94"/>
    <w:rsid w:val="00C7473A"/>
    <w:rsid w:val="00C750E3"/>
    <w:rsid w:val="00C75A1A"/>
    <w:rsid w:val="00C76BD4"/>
    <w:rsid w:val="00C81DAA"/>
    <w:rsid w:val="00C82A5F"/>
    <w:rsid w:val="00C936C9"/>
    <w:rsid w:val="00C94E69"/>
    <w:rsid w:val="00CA1294"/>
    <w:rsid w:val="00CA3C48"/>
    <w:rsid w:val="00CB7B88"/>
    <w:rsid w:val="00CD21EE"/>
    <w:rsid w:val="00CD3694"/>
    <w:rsid w:val="00CD4664"/>
    <w:rsid w:val="00CD6318"/>
    <w:rsid w:val="00CF12D3"/>
    <w:rsid w:val="00D024BA"/>
    <w:rsid w:val="00D031E4"/>
    <w:rsid w:val="00D036D4"/>
    <w:rsid w:val="00D04436"/>
    <w:rsid w:val="00D12189"/>
    <w:rsid w:val="00D40573"/>
    <w:rsid w:val="00D425C6"/>
    <w:rsid w:val="00D426D0"/>
    <w:rsid w:val="00D42FAA"/>
    <w:rsid w:val="00D43E4D"/>
    <w:rsid w:val="00D47675"/>
    <w:rsid w:val="00D504C6"/>
    <w:rsid w:val="00D5103A"/>
    <w:rsid w:val="00D532D2"/>
    <w:rsid w:val="00D56810"/>
    <w:rsid w:val="00D64A78"/>
    <w:rsid w:val="00D8475F"/>
    <w:rsid w:val="00D84B65"/>
    <w:rsid w:val="00D870B5"/>
    <w:rsid w:val="00D9096C"/>
    <w:rsid w:val="00D92C62"/>
    <w:rsid w:val="00D97045"/>
    <w:rsid w:val="00DA51F4"/>
    <w:rsid w:val="00DA5BAC"/>
    <w:rsid w:val="00DA5F13"/>
    <w:rsid w:val="00DB13DD"/>
    <w:rsid w:val="00DB1AAB"/>
    <w:rsid w:val="00DB79D0"/>
    <w:rsid w:val="00DD19E5"/>
    <w:rsid w:val="00DD1EC9"/>
    <w:rsid w:val="00DD1FA4"/>
    <w:rsid w:val="00DD316B"/>
    <w:rsid w:val="00DD3CC4"/>
    <w:rsid w:val="00DE33ED"/>
    <w:rsid w:val="00DE70E6"/>
    <w:rsid w:val="00DF0DAA"/>
    <w:rsid w:val="00DF2D6C"/>
    <w:rsid w:val="00DF6887"/>
    <w:rsid w:val="00E074CA"/>
    <w:rsid w:val="00E13E2D"/>
    <w:rsid w:val="00E211EB"/>
    <w:rsid w:val="00E2172D"/>
    <w:rsid w:val="00E2318E"/>
    <w:rsid w:val="00E31637"/>
    <w:rsid w:val="00E3564F"/>
    <w:rsid w:val="00E6228A"/>
    <w:rsid w:val="00E63950"/>
    <w:rsid w:val="00E654E4"/>
    <w:rsid w:val="00E657C3"/>
    <w:rsid w:val="00E66126"/>
    <w:rsid w:val="00E737AE"/>
    <w:rsid w:val="00E74598"/>
    <w:rsid w:val="00E75B5E"/>
    <w:rsid w:val="00E7774A"/>
    <w:rsid w:val="00E805C2"/>
    <w:rsid w:val="00E86791"/>
    <w:rsid w:val="00E87235"/>
    <w:rsid w:val="00EA2F08"/>
    <w:rsid w:val="00EA5A84"/>
    <w:rsid w:val="00EB0127"/>
    <w:rsid w:val="00EB3F2A"/>
    <w:rsid w:val="00EB71FC"/>
    <w:rsid w:val="00ED4FD9"/>
    <w:rsid w:val="00EE45ED"/>
    <w:rsid w:val="00EE6D83"/>
    <w:rsid w:val="00EF0298"/>
    <w:rsid w:val="00EF32C3"/>
    <w:rsid w:val="00EF55AD"/>
    <w:rsid w:val="00F00B83"/>
    <w:rsid w:val="00F05570"/>
    <w:rsid w:val="00F11084"/>
    <w:rsid w:val="00F11B27"/>
    <w:rsid w:val="00F20444"/>
    <w:rsid w:val="00F255CD"/>
    <w:rsid w:val="00F25631"/>
    <w:rsid w:val="00F25EEF"/>
    <w:rsid w:val="00F33D8B"/>
    <w:rsid w:val="00F35DC0"/>
    <w:rsid w:val="00F42C35"/>
    <w:rsid w:val="00F44B16"/>
    <w:rsid w:val="00F534CD"/>
    <w:rsid w:val="00F53BE1"/>
    <w:rsid w:val="00F56326"/>
    <w:rsid w:val="00F56595"/>
    <w:rsid w:val="00F67EA2"/>
    <w:rsid w:val="00F761B5"/>
    <w:rsid w:val="00F80043"/>
    <w:rsid w:val="00F91579"/>
    <w:rsid w:val="00F956C3"/>
    <w:rsid w:val="00FA15F4"/>
    <w:rsid w:val="00FA54FD"/>
    <w:rsid w:val="00FB2848"/>
    <w:rsid w:val="00FB385B"/>
    <w:rsid w:val="00FB4BE1"/>
    <w:rsid w:val="00FC1F06"/>
    <w:rsid w:val="00FD1FCB"/>
    <w:rsid w:val="00FE3377"/>
    <w:rsid w:val="00FE338F"/>
    <w:rsid w:val="00FF39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7906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B7906"/>
    <w:pPr>
      <w:widowControl w:val="0"/>
      <w:autoSpaceDE w:val="0"/>
      <w:autoSpaceDN w:val="0"/>
    </w:pPr>
    <w:rPr>
      <w:rFonts w:eastAsia="Times New Roman" w:cs="Calibri"/>
    </w:rPr>
  </w:style>
  <w:style w:type="paragraph" w:customStyle="1" w:styleId="ConsPlusTitle">
    <w:name w:val="ConsPlusTitle"/>
    <w:uiPriority w:val="99"/>
    <w:rsid w:val="00BB7906"/>
    <w:pPr>
      <w:widowControl w:val="0"/>
      <w:autoSpaceDE w:val="0"/>
      <w:autoSpaceDN w:val="0"/>
    </w:pPr>
    <w:rPr>
      <w:rFonts w:eastAsia="Times New Roman" w:cs="Calibri"/>
      <w:b/>
      <w:bCs/>
    </w:rPr>
  </w:style>
  <w:style w:type="table" w:styleId="TableGrid">
    <w:name w:val="Table Grid"/>
    <w:basedOn w:val="TableNormal"/>
    <w:uiPriority w:val="99"/>
    <w:rsid w:val="00143A34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170D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70D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7120833AE7649AB8D7B247A7F27DF39B855FE84FEACC0C61BCEBFEB4E69D63471B7497D791FE355sE22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7120833AE7649AB8D7B247A7F27DF39B855FE84FEACC0C61BCEBFEB4E69D63471B7497D791FE855sE2EM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7120833AE7649AB8D7B247A7F27DF39B85EF388FDA29DCC1397B3E94966892376FE457C7818E7s522M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37120833AE7649AB8D7B247A7F27DF39B85EF388FDA29DCC1397B3E94966892376FE457C7818E7s522M" TargetMode="External"/><Relationship Id="rId10" Type="http://schemas.openxmlformats.org/officeDocument/2006/relationships/hyperlink" Target="consultantplus://offline/ref=37120833AE7649AB8D7B247A7F27DF39B855FE84FEACC0C61BCEBFEB4E69D63471B7497D791CE050sE27M" TargetMode="External"/><Relationship Id="rId4" Type="http://schemas.openxmlformats.org/officeDocument/2006/relationships/hyperlink" Target="consultantplus://offline/ref=37120833AE7649AB8D7B247A7F27DF39B85EF388FDA29DCC1397B3E94966892376FE457C7818E7s522M" TargetMode="External"/><Relationship Id="rId9" Type="http://schemas.openxmlformats.org/officeDocument/2006/relationships/hyperlink" Target="consultantplus://offline/ref=37120833AE7649AB8D7B247A7F27DF39B855FE84FEACC0C61BCEBFEB4E69D63471B7497D791FE455sE21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414</TotalTime>
  <Pages>7</Pages>
  <Words>1409</Words>
  <Characters>8035</Characters>
  <Application>Microsoft Office Outlook</Application>
  <DocSecurity>0</DocSecurity>
  <Lines>0</Lines>
  <Paragraphs>0</Paragraphs>
  <ScaleCrop>false</ScaleCrop>
  <Company>****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Тимакина Елена Викторовна</dc:creator>
  <cp:keywords/>
  <dc:description/>
  <cp:lastModifiedBy>nkrasno</cp:lastModifiedBy>
  <cp:revision>26</cp:revision>
  <cp:lastPrinted>2020-06-18T07:55:00Z</cp:lastPrinted>
  <dcterms:created xsi:type="dcterms:W3CDTF">2018-09-27T07:43:00Z</dcterms:created>
  <dcterms:modified xsi:type="dcterms:W3CDTF">2020-06-18T07:59:00Z</dcterms:modified>
</cp:coreProperties>
</file>