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538" w:type="dxa"/>
        <w:tblLayout w:type="fixed"/>
        <w:tblLook w:val="0000"/>
      </w:tblPr>
      <w:tblGrid>
        <w:gridCol w:w="2570"/>
        <w:gridCol w:w="2811"/>
        <w:gridCol w:w="236"/>
        <w:gridCol w:w="236"/>
        <w:gridCol w:w="1520"/>
        <w:gridCol w:w="1434"/>
        <w:gridCol w:w="66"/>
        <w:gridCol w:w="1207"/>
      </w:tblGrid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город Ефремов</w:t>
            </w: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от______г  №_____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72D">
        <w:trPr>
          <w:trHeight w:val="982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9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"Об исполнении бюджета муниципального образования Лобановское Ефремовского района за 2014 год"</w:t>
            </w:r>
          </w:p>
        </w:tc>
      </w:tr>
      <w:tr w:rsidR="00CD672D">
        <w:trPr>
          <w:trHeight w:val="43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 ОБ ИСПОЛНЕНИИ ДОХОДОВ БЮДЖЕТА</w:t>
            </w:r>
          </w:p>
        </w:tc>
      </w:tr>
      <w:tr w:rsidR="00CD672D">
        <w:trPr>
          <w:trHeight w:val="51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 ЛОБАНОВСКОЕ ЕФРЕМОВСКОГО РАЙОНА</w:t>
            </w:r>
          </w:p>
        </w:tc>
      </w:tr>
      <w:tr w:rsidR="00CD672D">
        <w:trPr>
          <w:trHeight w:val="24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2014 год</w:t>
            </w:r>
          </w:p>
        </w:tc>
      </w:tr>
      <w:tr w:rsidR="00CD672D">
        <w:trPr>
          <w:trHeight w:val="33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 кодам классификации доходов бюджетов </w:t>
            </w: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руб.)</w:t>
            </w:r>
          </w:p>
        </w:tc>
      </w:tr>
      <w:tr w:rsidR="00CD672D">
        <w:trPr>
          <w:cantSplit/>
          <w:trHeight w:val="420"/>
        </w:trPr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Утверждено на 2014 год 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за 2014 год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CD672D">
        <w:trPr>
          <w:cantSplit/>
          <w:trHeight w:val="570"/>
        </w:trPr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672D">
        <w:trPr>
          <w:trHeight w:val="7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182 0 00 00000 00 0000 000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7 735,8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7 960,4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102,9%</w:t>
            </w:r>
          </w:p>
        </w:tc>
      </w:tr>
      <w:tr w:rsidR="00CD672D">
        <w:trPr>
          <w:trHeight w:val="3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182 1 01 00000 00 0000 000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2 799,2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2 966,4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106,0%</w:t>
            </w:r>
          </w:p>
        </w:tc>
      </w:tr>
      <w:tr w:rsidR="00CD672D">
        <w:trPr>
          <w:trHeight w:val="4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182 1 01 02000 01 0000 110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2 799,2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2 966,4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106,0%</w:t>
            </w:r>
          </w:p>
        </w:tc>
      </w:tr>
      <w:tr w:rsidR="00CD672D">
        <w:trPr>
          <w:trHeight w:val="166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ст.227,227.1,228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2 750,8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2 918,0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106,1%</w:t>
            </w:r>
          </w:p>
        </w:tc>
      </w:tr>
      <w:tr w:rsidR="00CD672D">
        <w:trPr>
          <w:trHeight w:val="21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182 1 01 02020 01 0000 110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зарегистрир. и в качестве индив-х предпринимателей, частных нотариусов и других лиц, занимающихся частной практикой в соотв. со ст.227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196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182 1 01 02030 01 0000 110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ст.228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703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182 1 05 00000 00 0000 000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542,6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543,1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100,1%</w:t>
            </w:r>
          </w:p>
        </w:tc>
      </w:tr>
      <w:tr w:rsidR="00CD672D">
        <w:trPr>
          <w:trHeight w:val="5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182 1 05 03010 01 0000 110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542,6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100,1%</w:t>
            </w:r>
          </w:p>
        </w:tc>
      </w:tr>
      <w:tr w:rsidR="00CD672D">
        <w:trPr>
          <w:trHeight w:val="5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4 394,0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4 451,8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101,6%</w:t>
            </w:r>
          </w:p>
        </w:tc>
      </w:tr>
      <w:tr w:rsidR="00CD672D">
        <w:trPr>
          <w:trHeight w:val="5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182 1 06 01000 00 0000 110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668,9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095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182 1 06 01030 10 0000 110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взимаемых по ставке, применяемой к объекту налогообложения, расположенному в границах поселения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5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182 1 06 06000 00  0000 110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3 735,8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3 782,9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101,3%</w:t>
            </w:r>
          </w:p>
        </w:tc>
      </w:tr>
      <w:tr w:rsidR="00CD672D">
        <w:trPr>
          <w:trHeight w:val="97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182 1 06 06010 00 0000 110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3 081,1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CD672D">
        <w:trPr>
          <w:trHeight w:val="13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182 1 0606013 10 0000 110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CD672D">
        <w:trPr>
          <w:trHeight w:val="103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182 1 06 06020 00 0000 110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701,8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CD672D">
        <w:trPr>
          <w:trHeight w:val="142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182 1 06 06023 10 0000 110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CD672D">
        <w:trPr>
          <w:trHeight w:val="10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D672D">
        <w:trPr>
          <w:trHeight w:val="6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182 1 09 04000 00 0000 110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672D">
        <w:trPr>
          <w:trHeight w:val="76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182 1 09 04050 00 0000 110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672D">
        <w:trPr>
          <w:trHeight w:val="9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182 1 09 04050 10 0000 110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672D">
        <w:trPr>
          <w:trHeight w:val="8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851 0 00 00000 00 0000 000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Ефремовский район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6 938,7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6 802,6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98,0%</w:t>
            </w:r>
          </w:p>
        </w:tc>
      </w:tr>
      <w:tr w:rsidR="00CD672D">
        <w:trPr>
          <w:trHeight w:val="9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851 1 11 00000 00 0000 000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2430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851 1 11 05000 00 0000 120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16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851 1 11 05013 00 0000 120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196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851 1 11 05013 10 0000 120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8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 т продажи материальных и нематериальных активов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53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851 1 14 06000 00 0000 430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9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851 1 14 06010 00 0000 430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23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851 1 14 06013 10 0000 430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54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000 1 14 06025 00 0000 430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42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000 1 14 06025 10 0000 430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930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871 0 00 00000 00 0000 000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муниципального образования Лобановское Ефремовского района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82,0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83,8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102,2%</w:t>
            </w:r>
          </w:p>
        </w:tc>
      </w:tr>
      <w:tr w:rsidR="00CD672D">
        <w:trPr>
          <w:trHeight w:val="4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871 1 00 00000 00 0000 000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82,0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83,8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102,2%</w:t>
            </w:r>
          </w:p>
        </w:tc>
      </w:tr>
      <w:tr w:rsidR="00CD672D">
        <w:trPr>
          <w:trHeight w:val="9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871 1 08 04000 01 0000 110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CD672D">
        <w:trPr>
          <w:trHeight w:val="184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871 1 08 04020 01 0000 110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CD672D">
        <w:trPr>
          <w:trHeight w:val="7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ШТРАФЫ, САНКЦИИ, ВОЗМЕЩЕНИЕ УЩЕРБА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CD672D">
        <w:trPr>
          <w:trHeight w:val="13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000 1 16 33000 00 0000 140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4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000 1 16 33050 00 0000 140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5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000 1 16 33050 10 0000 140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48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000 1 17 00000 00 0000 000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CD672D">
        <w:trPr>
          <w:trHeight w:val="54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000 1 17 05000 00 0000 000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5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000 1 17 05050 10 0000 180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7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871 2 00 00000 00 0000 000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16 891,7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16 624,3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CD672D">
        <w:trPr>
          <w:trHeight w:val="12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871 2 02 00000 00 0000 000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16 213,1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15 945,7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CD672D">
        <w:trPr>
          <w:trHeight w:val="6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871 2 02 01000 00 0000 151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780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871 2 02 01001 00 0000 151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уровня бюджетной обеспеченности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8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871 2 02 01001 10 0000 151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8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871 2 02 03000 00 0000 151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17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871 2 02 03015 00 0000 151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2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871 2 02 03015 10 0000 151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61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871 2 02 04000 00 0000 151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CD672D">
        <w:trPr>
          <w:trHeight w:val="7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871 2 02 04999 00 0000 151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7 889,5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CD672D">
        <w:trPr>
          <w:trHeight w:val="8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871 2 02 04999 10 0000 151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CD672D">
        <w:trPr>
          <w:trHeight w:val="4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871 2 07 00000 00 0000 180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61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871 2 07  05030 10 0000 180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7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871 2 18 00000 00 0000 151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5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871 2 18 05010 10 0000 151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5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Default="00CD6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31 648,2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31471,1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99,4%</w:t>
            </w:r>
          </w:p>
        </w:tc>
      </w:tr>
    </w:tbl>
    <w:p w:rsidR="00CD672D" w:rsidRDefault="00CD672D">
      <w:pPr>
        <w:rPr>
          <w:rFonts w:ascii="Times New Roman" w:hAnsi="Times New Roman" w:cs="Times New Roman"/>
        </w:rPr>
      </w:pPr>
    </w:p>
    <w:sectPr w:rsidR="00CD672D" w:rsidSect="00CD6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72D"/>
    <w:rsid w:val="00CD6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5</Pages>
  <Words>1316</Words>
  <Characters>7503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TOLSTYH</cp:lastModifiedBy>
  <cp:revision>8</cp:revision>
  <dcterms:created xsi:type="dcterms:W3CDTF">2015-03-18T10:40:00Z</dcterms:created>
  <dcterms:modified xsi:type="dcterms:W3CDTF">2015-03-31T11:06:00Z</dcterms:modified>
</cp:coreProperties>
</file>